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4C19E" w14:textId="77777777" w:rsidR="001662A6" w:rsidRPr="001662A6" w:rsidRDefault="001662A6" w:rsidP="001662A6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1662A6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SARS-CoV-2/human/PRI/PR-UPRRP-5477/2022, complete genome</w:t>
      </w:r>
    </w:p>
    <w:p w14:paraId="5834A5A9" w14:textId="77777777" w:rsidR="001662A6" w:rsidRPr="001662A6" w:rsidRDefault="001662A6" w:rsidP="001662A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662A6">
        <w:rPr>
          <w:rFonts w:ascii="ＭＳ Ｐゴシック" w:eastAsia="ＭＳ Ｐゴシック" w:hAnsi="ＭＳ Ｐゴシック" w:cs="ＭＳ Ｐゴシック"/>
          <w:kern w:val="0"/>
          <w:sz w:val="24"/>
        </w:rPr>
        <w:t>GenBank: ON065532.1</w:t>
      </w:r>
    </w:p>
    <w:p w14:paraId="76C4275F" w14:textId="77777777" w:rsidR="001662A6" w:rsidRPr="001662A6" w:rsidRDefault="001662A6" w:rsidP="001662A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662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662A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"https://www.ncbi.nlm.nih.gov/nuccore/ON065532.1?report=fasta" </w:instrText>
      </w:r>
      <w:r w:rsidRPr="001662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662A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1662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1662A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1662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662A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"https://www.ncbi.nlm.nih.gov/nuccore/ON065532.1?report=graph" </w:instrText>
      </w:r>
      <w:r w:rsidRPr="001662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662A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1662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1662A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065532.1"/>
    <w:bookmarkEnd w:id="1"/>
    <w:p w14:paraId="5E2765B0" w14:textId="77777777" w:rsidR="001662A6" w:rsidRPr="001662A6" w:rsidRDefault="001662A6" w:rsidP="001662A6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662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662A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"https://www.ncbi.nlm.nih.gov/nuccore/ON065532.1" \l "goto2211538605_0" </w:instrText>
      </w:r>
      <w:r w:rsidRPr="001662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662A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1662A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8750CA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>LOCUS       ON065532               29806 bp    RNA     linear   VRL 25-MAR-2022</w:t>
      </w:r>
    </w:p>
    <w:p w14:paraId="2D72EB8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CC1C4B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SARS-CoV-2/human/PRI/PR-UPRRP-5477/2022, complete genome.</w:t>
      </w:r>
    </w:p>
    <w:p w14:paraId="20A3E52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>ACCESSION   ON065532</w:t>
      </w:r>
    </w:p>
    <w:p w14:paraId="4A9A4EF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>VERSION     ON065532.1</w:t>
      </w:r>
    </w:p>
    <w:p w14:paraId="1CD394F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7C05EB7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A2829F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1DF103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57D26B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D43A23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6B3AA8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29806)</w:t>
      </w:r>
    </w:p>
    <w:p w14:paraId="25A1782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3E8C113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1E7E488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6DB0FDB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Genomic surveillance of SARS-CoV-2 in Puerto Rico</w:t>
      </w:r>
    </w:p>
    <w:p w14:paraId="3A0248C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4AF829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29806)</w:t>
      </w:r>
    </w:p>
    <w:p w14:paraId="5C30C0F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Van Belleghem,S., Papa,R., Planas,S., Ortiz,Y., Zenon,C., Cora</w:t>
      </w:r>
    </w:p>
    <w:p w14:paraId="5567270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Huertas,L., Candelaria Velez,I., Cruz,M., Rodriguez Orengo,J.,</w:t>
      </w:r>
    </w:p>
    <w:p w14:paraId="7151484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Godoy,F., Carlos Velez,J. and Sariol,C.</w:t>
      </w:r>
    </w:p>
    <w:p w14:paraId="564FAF7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A0BBEC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(25-MAR-2022) Biology, University of Puerto RIco, Ave</w:t>
      </w:r>
    </w:p>
    <w:p w14:paraId="3FA1A70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Universidad, San Juan 00931, Puerto Rico</w:t>
      </w:r>
    </w:p>
    <w:p w14:paraId="3791011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065532.1"/>
      <w:bookmarkEnd w:id="2"/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0E2E75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Genome Pipeline - Illumina v.</w:t>
      </w:r>
    </w:p>
    <w:p w14:paraId="2BD2636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December-2022</w:t>
      </w:r>
    </w:p>
    <w:p w14:paraId="413C3BF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3ED61D0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72426E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065532.1"/>
      <w:bookmarkEnd w:id="3"/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0F6315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1..29806</w:t>
      </w:r>
    </w:p>
    <w:p w14:paraId="7FCF5E8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/organism="Severe acute respiratory syndrome coronavirus</w:t>
      </w:r>
    </w:p>
    <w:p w14:paraId="516B047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196318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9F5DC2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/isolate="SARS-CoV-2/human/PRI/PR-UPRRP-5477/2022"</w:t>
      </w:r>
    </w:p>
    <w:p w14:paraId="780BD08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/isolation_source="oral swab"</w:t>
      </w:r>
    </w:p>
    <w:p w14:paraId="784AED3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D7BE0C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6A0A6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/country="Puerto Rico"</w:t>
      </w:r>
    </w:p>
    <w:p w14:paraId="331D02F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/collection_date="2022-01-15"</w:t>
      </w:r>
    </w:p>
    <w:p w14:paraId="7B08258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"https://www.ncbi.nlm.nih.gov/nuccore/ON065532.1?from=236&amp;to=21513"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236..21513</w:t>
      </w:r>
    </w:p>
    <w:p w14:paraId="0295B8A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D92F6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"https://www.ncbi.nlm.nih.gov/nuccore/ON065532.1?location=236:13426,13426:21513"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join(236..13426,13426..21513)</w:t>
      </w:r>
    </w:p>
    <w:p w14:paraId="5AFBD19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A3880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1A68B5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D3DAE0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24924D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"https://www.ncbi.nlm.nih.gov/protein/2211538606"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UNQ95872.1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16589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350891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3A73B9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1A54D8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D9CC7D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2ABE7C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7E7FD6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9F1747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F0EED5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AB3643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F1779E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2AB6A8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5239DC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269C7F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F2950A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F08158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42E7D0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67EB2E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5A3424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3338F1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C06312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497F13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40ECD1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6DE9E9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577837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4FA457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TLNDLNETLVTMPLGYVTHGLNLEEAARYMRSLKVPATVSVSSPDAVTAYNGYLTSSS</w:t>
      </w:r>
    </w:p>
    <w:p w14:paraId="1046CD4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73EE73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339774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EA0FAF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0C997D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0D334C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19D758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0B3EE1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1C23EB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3ED32E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DC6666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F53C79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C1C2EC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03BD3C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2391FD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4872FB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13DF9D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1A7553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B7D3F8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EFBE7E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0FB6C8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87FE73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DD4FC5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EE1A8F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21CD6C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767E36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78C148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3FD442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62C91C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6E0E0D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C1FAE9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679C00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7C9B3D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0047E3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76AF8A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DD1A4A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EA6D59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15DC94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600133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BEF18E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E9C090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314002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QQLRVESSSKLWAQCVQLHNDILLAKDTTEAFEKMVSLLSVLLSMQGAVDINKLCEEM</w:t>
      </w:r>
    </w:p>
    <w:p w14:paraId="4157B0F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C2DB04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FD1645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F0467A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709550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C0F9B9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DD217C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FE7E2D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DF579D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D50082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4255418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BBF492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465719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52C2CE2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166C498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534E585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7FA03C0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412BAF6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43F4308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09F64A1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4884294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1131082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211274D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5C19508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233C8A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7A6691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3619914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0DE85F4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269B65D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329E63B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016413F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775E8BD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0127E89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731399E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520384E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6C0ED62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103A8B8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3106BF1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6ADD860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4F6CC9D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1B87EF3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48F1982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NVDRYPANSIVCRFDTRVLSNLNLPGCDGGSLYVNKHAFHTPAFDKSAFVNLKQLPFF</w:t>
      </w:r>
    </w:p>
    <w:p w14:paraId="776600D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1F3AB2D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29EC86D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71FE265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3E12E7C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76535C7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7710306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431CD49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4413F56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4CBB314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445DA8F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5826D19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6444200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248D2B3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"https://www.ncbi.nlm.nih.gov/protein/UNQ95872.1?from=1&amp;to=180"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236..775</w:t>
      </w:r>
    </w:p>
    <w:p w14:paraId="56BEECA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8A04E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AEA24B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"https://www.ncbi.nlm.nih.gov/protein/UNQ95872.1?from=181&amp;to=818"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776..2689</w:t>
      </w:r>
    </w:p>
    <w:p w14:paraId="13909AB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8C247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45FB5B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"https://www.ncbi.nlm.nih.gov/protein/UNQ95872.1?from=819&amp;to=2762"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2690..8521</w:t>
      </w:r>
    </w:p>
    <w:p w14:paraId="16CBB23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815F7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13856D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"https://www.ncbi.nlm.nih.gov/protein/UNQ95872.1?from=2763&amp;to=3262"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8522..10021</w:t>
      </w:r>
    </w:p>
    <w:p w14:paraId="29690EB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663F5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398198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"https://www.ncbi.nlm.nih.gov/protein/UNQ95872.1?from=3263&amp;to=3568"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10022..10939</w:t>
      </w:r>
    </w:p>
    <w:p w14:paraId="2D177F9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85DAE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F2AD79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"https://www.ncbi.nlm.nih.gov/protein/UNQ95872.1?from=3569&amp;to=3855"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10940..11800</w:t>
      </w:r>
    </w:p>
    <w:p w14:paraId="499D540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AE90A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AEF276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"https://www.ncbi.nlm.nih.gov/protein/UNQ95872.1?from=3856&amp;to=3938"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11801..12049</w:t>
      </w:r>
    </w:p>
    <w:p w14:paraId="53C7C67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152BC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13D50C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"https://www.ncbi.nlm.nih.gov/protein/UNQ95872.1?from=3939&amp;to=4136"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12050..12643</w:t>
      </w:r>
    </w:p>
    <w:p w14:paraId="584FBF5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6BAA7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B76A25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"https://www.ncbi.nlm.nih.gov/protein/UNQ95872.1?from=4137&amp;to=4249"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12644..12982</w:t>
      </w:r>
    </w:p>
    <w:p w14:paraId="413ED60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A565B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E3D016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"https://www.ncbi.nlm.nih.gov/protein/UNQ95872.1?from=4250&amp;to=4388"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12983..13399</w:t>
      </w:r>
    </w:p>
    <w:p w14:paraId="456B2B3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B66180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6B3A03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"https://www.ncbi.nlm.nih.gov/protein/UNQ95872.1?from=4389&amp;to=5320"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join(13400..13426,13426..16194)</w:t>
      </w:r>
    </w:p>
    <w:p w14:paraId="44169DF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B634B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31033B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"https://www.ncbi.nlm.nih.gov/protein/UNQ95872.1?from=5321&amp;to=5921"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16195..17997</w:t>
      </w:r>
    </w:p>
    <w:p w14:paraId="6F9D671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880B1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21E140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"https://www.ncbi.nlm.nih.gov/protein/UNQ95872.1?from=5922&amp;to=6448"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17998..19578</w:t>
      </w:r>
    </w:p>
    <w:p w14:paraId="06F3EE0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FF11C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258EE1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"https://www.ncbi.nlm.nih.gov/protein/UNQ95872.1?from=6449&amp;to=6794"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19579..20616</w:t>
      </w:r>
    </w:p>
    <w:p w14:paraId="78B274B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348F8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8743D3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"https://www.ncbi.nlm.nih.gov/protein/UNQ95872.1?from=6795&amp;to=7092"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20617..21510</w:t>
      </w:r>
    </w:p>
    <w:p w14:paraId="6E5C24F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03F3D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2AEA21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"https://www.ncbi.nlm.nih.gov/nuccore/ON065532.1?from=236&amp;to=13441"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236..13441</w:t>
      </w:r>
    </w:p>
    <w:p w14:paraId="508C8F5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64C22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79CE3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2E9626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"https://www.ncbi.nlm.nih.gov/protein/2211538607"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UNQ95873.1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7119B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3F4EEA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6736C3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50AFF4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1F102D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606D21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EB68A0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BDB22C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0D261D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20079B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74AC1E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9FD223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F158E0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8F6E01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200812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8671C4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6B5376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11B1FD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8A1688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332D7D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08EE9D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PLLSAGIFGADPIHSLRVCVDTVRTNVYLAVFDKNLYDKLVSSFLEMKSEKQVEQKIA</w:t>
      </w:r>
    </w:p>
    <w:p w14:paraId="45ADF56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DAC17D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E1B0EB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F0F344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555666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8474D3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26B481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8B8C0D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2C9E97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70D73E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A238B3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0A1200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055FB2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D915FA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D0EC0E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A0B9C8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A81113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47DE53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CCF22F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17DD34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31EE0F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2A9814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BD266C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1BE9BD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86C769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40D8A1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67891E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A81525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E41634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D8B263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E45CA1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666EAC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54AFD3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8E0DDA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5A5269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BC73D1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580407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43651F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2F3AC9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9306B8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19AEC7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F6F89A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LLTILTSLLVLVQSTQWSLFFFLYENAFLPFAMGIIAMSAFAMMFVKHKHAFLCLFLL</w:t>
      </w:r>
    </w:p>
    <w:p w14:paraId="5501548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F150FC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60BBA8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AFFE0C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55FF9C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DFF2BC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1403AC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81ACB7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6FB72E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7742BB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EBDC18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0B54A5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5F24C6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B696F2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66DAB27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"https://www.ncbi.nlm.nih.gov/protein/UNQ95873.1?from=1&amp;to=180"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236..775</w:t>
      </w:r>
    </w:p>
    <w:p w14:paraId="6EFD640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F2865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8182A0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"https://www.ncbi.nlm.nih.gov/protein/UNQ95873.1?from=181&amp;to=818"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776..2689</w:t>
      </w:r>
    </w:p>
    <w:p w14:paraId="1211C68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FB184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1DECB0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"https://www.ncbi.nlm.nih.gov/protein/UNQ95873.1?from=819&amp;to=2762"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2690..8521</w:t>
      </w:r>
    </w:p>
    <w:p w14:paraId="2B1EF18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25A8A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8C4073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"https://www.ncbi.nlm.nih.gov/protein/UNQ95873.1?from=2763&amp;to=3262"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8522..10021</w:t>
      </w:r>
    </w:p>
    <w:p w14:paraId="63561FD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11AC1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304C94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"https://www.ncbi.nlm.nih.gov/protein/UNQ95873.1?from=3263&amp;to=3568"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10022..10939</w:t>
      </w:r>
    </w:p>
    <w:p w14:paraId="39AA5C4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A294B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330F00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"https://www.ncbi.nlm.nih.gov/protein/UNQ95873.1?from=3569&amp;to=3855"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10940..11800</w:t>
      </w:r>
    </w:p>
    <w:p w14:paraId="5775F0F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A9660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7BC0CE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"https://www.ncbi.nlm.nih.gov/protein/UNQ95873.1?from=3856&amp;to=3938"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11801..12049</w:t>
      </w:r>
    </w:p>
    <w:p w14:paraId="24471AF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E30A1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F0603D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"https://www.ncbi.nlm.nih.gov/protein/UNQ95873.1?from=3939&amp;to=4136"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12050..12643</w:t>
      </w:r>
    </w:p>
    <w:p w14:paraId="04CD5A5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10A22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A28F85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"https://www.ncbi.nlm.nih.gov/protein/UNQ95873.1?from=4137&amp;to=4249"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12644..12982</w:t>
      </w:r>
    </w:p>
    <w:p w14:paraId="10CB594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2DAE0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779E7D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"https://www.ncbi.nlm.nih.gov/protein/UNQ95873.1?from=4250&amp;to=4388"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12983..13399</w:t>
      </w:r>
    </w:p>
    <w:p w14:paraId="2AC0A7E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F73A7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68ABB6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"https://www.ncbi.nlm.nih.gov/protein/UNQ95873.1?from=4389&amp;to=4401"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13400..13438</w:t>
      </w:r>
    </w:p>
    <w:p w14:paraId="63432B0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D6FE5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CE7418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"https://www.ncbi.nlm.nih.gov/nuccore/ON065532.1?from=13434&amp;to=13461"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13434..13461</w:t>
      </w:r>
    </w:p>
    <w:p w14:paraId="3ECA3C5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7A0DC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86F774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73F3BC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"https://www.ncbi.nlm.nih.gov/nuccore/ON065532.1?from=13446&amp;to=13500"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13446..13500</w:t>
      </w:r>
    </w:p>
    <w:p w14:paraId="3FE607F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CD003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18E74F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129A45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"https://www.ncbi.nlm.nih.gov/nuccore/ON065532.1?from=21521&amp;to=25333"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21521..25333</w:t>
      </w:r>
    </w:p>
    <w:p w14:paraId="7593309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ABC028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"https://www.ncbi.nlm.nih.gov/nuccore/ON065532.1?from=21521&amp;to=25333"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21521..25333</w:t>
      </w:r>
    </w:p>
    <w:p w14:paraId="09B9974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FEDA5B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FBEB7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D845F9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"https://www.ncbi.nlm.nih.gov/protein/2211538608"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UNQ95874.1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52E76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798487A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SSVLHSTQDLFLPFFSNVTWFHAISGTNGTKRFDNPVLPFNDGVYFASIEKSNIIRGW</w:t>
      </w:r>
    </w:p>
    <w:p w14:paraId="6C54E9B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1096AF1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7FC7628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F1B2A0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0286B3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59A615E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53A3927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4535CA2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3B97F5A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FB710A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D07D25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01CC8A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1B4B0E0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29660E8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B47ADF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7EA295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0D418A9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266E600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365D31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45FF33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QYIKWPWYIWLGFIAGLIAIVMVTIMLCCMTSCCSCLKGCCSCGSCCKFDEDDSEPVL</w:t>
      </w:r>
    </w:p>
    <w:p w14:paraId="100196E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807490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"https://www.ncbi.nlm.nih.gov/nuccore/ON065532.1?from=25342&amp;to=26169"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25342..26169</w:t>
      </w:r>
    </w:p>
    <w:p w14:paraId="3A88757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00F48B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"https://www.ncbi.nlm.nih.gov/nuccore/ON065532.1?from=25342&amp;to=26169"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25342..26169</w:t>
      </w:r>
    </w:p>
    <w:p w14:paraId="0565A9A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82AAB0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7F04EA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90693C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"https://www.ncbi.nlm.nih.gov/protein/2211538609"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UNQ95875.1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60A9E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3624CD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D29E8B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BD242F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C6019A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3DC51BA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"https://www.ncbi.nlm.nih.gov/nuccore/ON065532.1?from=26194&amp;to=26421"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26194..26421</w:t>
      </w:r>
    </w:p>
    <w:p w14:paraId="4DC26C1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6B8D44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"https://www.ncbi.nlm.nih.gov/nuccore/ON065532.1?from=26194&amp;to=26421"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26194..26421</w:t>
      </w:r>
    </w:p>
    <w:p w14:paraId="6BB50E5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BF442A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4ADBDB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854B09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"https://www.ncbi.nlm.nih.gov/protein/2211538610"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UNQ95876.1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0640E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EF5C24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52AF32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"https://www.ncbi.nlm.nih.gov/nuccore/ON065532.1?from=26472&amp;to=27140"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26472..27140</w:t>
      </w:r>
    </w:p>
    <w:p w14:paraId="4BBE5B5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0C3A38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"https://www.ncbi.nlm.nih.gov/nuccore/ON065532.1?from=26472&amp;to=27140"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26472..27140</w:t>
      </w:r>
    </w:p>
    <w:p w14:paraId="4C643F7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CE47E0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4C356F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4EC10B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"https://www.ncbi.nlm.nih.gov/protein/2211538611"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UNQ95877.1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49B47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699D026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77347E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C9AFC4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50CD1DF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68025A7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"https://www.ncbi.nlm.nih.gov/nuccore/ON065532.1?from=27151&amp;to=27336"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27151..27336</w:t>
      </w:r>
    </w:p>
    <w:p w14:paraId="3D55CF7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003E2B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"https://www.ncbi.nlm.nih.gov/nuccore/ON065532.1?from=27151&amp;to=27336"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27151..27336</w:t>
      </w:r>
    </w:p>
    <w:p w14:paraId="501D56F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09DABA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BCE02E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95303D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"https://www.ncbi.nlm.nih.gov/protein/2211538612"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UNQ95878.1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C7C68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/translation="MFHLVDFQVTIAEILLIIMRTFKVSIWNLDYIINLIIKNLSKSL</w:t>
      </w:r>
    </w:p>
    <w:p w14:paraId="0B17ADC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671FCB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"https://www.ncbi.nlm.nih.gov/nuccore/ON065532.1?from=27343&amp;to=27708"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27343..27708</w:t>
      </w:r>
    </w:p>
    <w:p w14:paraId="7DF7D20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7412FD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"https://www.ncbi.nlm.nih.gov/nuccore/ON065532.1?from=27343&amp;to=27708"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27343..27708</w:t>
      </w:r>
    </w:p>
    <w:p w14:paraId="0AD4624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0CB399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F6C98F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434158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"https://www.ncbi.nlm.nih.gov/protein/2211538613"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UNQ95879.1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2B2D9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C81E21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DCC329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DBDFD0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"https://www.ncbi.nlm.nih.gov/nuccore/ON065532.1?from=27705&amp;to=27836"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27705..27836</w:t>
      </w:r>
    </w:p>
    <w:p w14:paraId="7CA119D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B69F3C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"https://www.ncbi.nlm.nih.gov/nuccore/ON065532.1?from=27705&amp;to=27836"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27705..27836</w:t>
      </w:r>
    </w:p>
    <w:p w14:paraId="3ABAC21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9B48BD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65029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420DB4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"https://www.ncbi.nlm.nih.gov/protein/2211538614"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UNQ95880.1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8A1CA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C78DF1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"https://www.ncbi.nlm.nih.gov/nuccore/ON065532.1?from=27843&amp;to=28208"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27843..28208</w:t>
      </w:r>
    </w:p>
    <w:p w14:paraId="5412912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7584AC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"https://www.ncbi.nlm.nih.gov/nuccore/ON065532.1?from=27843&amp;to=28208"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27843..28208</w:t>
      </w:r>
    </w:p>
    <w:p w14:paraId="413AAA6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2A8555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DF94C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25A339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"https://www.ncbi.nlm.nih.gov/protein/2211538615"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UNQ95881.1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78F36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01F8DD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590500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C5A48B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"https://www.ncbi.nlm.nih.gov/nuccore/ON065532.1?from=28223&amp;to=29473"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28223..29473</w:t>
      </w:r>
    </w:p>
    <w:p w14:paraId="0EA3CB0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CB18B4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"https://www.ncbi.nlm.nih.gov/nuccore/ON065532.1?from=28223&amp;to=29473"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28223..29473</w:t>
      </w:r>
    </w:p>
    <w:p w14:paraId="0238658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89AC96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2C349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BEAE8C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"https://www.ncbi.nlm.nih.gov/protein/2211538616"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UNQ95882.1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F1562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E8264D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B645E8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48C598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75492F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297340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EQTQGNFGDQELIRQGTDYKHWPQIAQFAPSASAFFGMSRIGMEVTPSGTWLTYTGAI</w:t>
      </w:r>
    </w:p>
    <w:p w14:paraId="4DB299C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7C310F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716F604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"https://www.ncbi.nlm.nih.gov/nuccore/ON065532.1?from=29498&amp;to=29614"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29498..29614</w:t>
      </w:r>
    </w:p>
    <w:p w14:paraId="58CD374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3CE23D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"https://www.ncbi.nlm.nih.gov/nuccore/ON065532.1?from=29498&amp;to=29614"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29498..29614</w:t>
      </w:r>
    </w:p>
    <w:p w14:paraId="2640C2E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D82A1D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787813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6475A34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"https://www.ncbi.nlm.nih.gov/protein/2211538617"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UNQ95883.1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04C0E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168C13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"https://www.ncbi.nlm.nih.gov/nuccore/ON065532.1?from=29549&amp;to=29584"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29549..29584</w:t>
      </w:r>
    </w:p>
    <w:p w14:paraId="4AC96BB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C372F2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C19419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"https://www.ncbi.nlm.nih.gov/nuccore/ON065532.1?from=29569&amp;to=29597"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29569..29597</w:t>
      </w:r>
    </w:p>
    <w:p w14:paraId="4FF6F85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0A1959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1F5A5D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"https://www.ncbi.nlm.nih.gov/nuccore/ON065532.1?from=29668&amp;to=29708" </w:instrTex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62A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29668..29708</w:t>
      </w:r>
    </w:p>
    <w:p w14:paraId="27E801F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AA0714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826264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065532.1"/>
      <w:bookmarkEnd w:id="4"/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accaaccaac tttcgatctc ttgtagatct gttctctaaa cgaactttaa aatctgtgtg</w:t>
      </w:r>
    </w:p>
    <w:p w14:paraId="7A9847B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gctgtcactc ggctgcatgc ttagtgcact cacgcagtat aattaataac taattactgt</w:t>
      </w:r>
    </w:p>
    <w:p w14:paraId="3F03247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cgttgacagg acacgagtaa ctcgtctatc ttctgcaggc tgcttacggt ttcgtccgtg</w:t>
      </w:r>
    </w:p>
    <w:p w14:paraId="769B016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ttgcagccga tcatcagcac atctaggttt tgtccgggtg tgaccgaaag gtaagatgga</w:t>
      </w:r>
    </w:p>
    <w:p w14:paraId="3391EF9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gagccttgtc cctggtttca acgagaaaac acacgtccaa ctcagtttgc ctgttttaca</w:t>
      </w:r>
    </w:p>
    <w:p w14:paraId="00A2253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ggttcgcgac gtgctcgtac gtggctttgg agactccgtg gaggaggtct tatcagaggc</w:t>
      </w:r>
    </w:p>
    <w:p w14:paraId="6779836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acgtcaacat cttaaagatg gcacttgtgg cttagtagaa gttgaaaaag gcgttttgcc</w:t>
      </w:r>
    </w:p>
    <w:p w14:paraId="3BB2952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tcaacttgaa cagccctatg tgttcatcaa acgttcggat gctcgaactg cacctcatgg</w:t>
      </w:r>
    </w:p>
    <w:p w14:paraId="4D11E2B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tcatgttatg gttgagctgg tagcagaact cgaaggcatt cagtacggtc gtagtggtga</w:t>
      </w:r>
    </w:p>
    <w:p w14:paraId="4232B07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gacacttggt gtccttgtcc ctcatgtggg cgaaatacca gtggcttacc gcaaggttct</w:t>
      </w:r>
    </w:p>
    <w:p w14:paraId="2DA88AF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tcttcgtaag aacggtaata aaggagctgg tggccatagt tacggcgccg atctaaagtc</w:t>
      </w:r>
    </w:p>
    <w:p w14:paraId="35E8E9D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atttgactta ggcgacgagc ttggcactga tccttatgaa gattttcaag aaaactggaa</w:t>
      </w:r>
    </w:p>
    <w:p w14:paraId="4360E14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cactaaacat agcagtggtg ttacccgtga actcatgcgt gagcttaacg gaggggcata</w:t>
      </w:r>
    </w:p>
    <w:p w14:paraId="76B0709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cactcgctat gtcgataaca acttctgtgg ccctgatggc taccctcttg agtgcattaa</w:t>
      </w:r>
    </w:p>
    <w:p w14:paraId="69DCF38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agaccttcta gcacgtgctg gtaaagcttc atgcactttg tccgaacaac tggactttat</w:t>
      </w:r>
    </w:p>
    <w:p w14:paraId="5C7665D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tgacactaag aggggtgtat actgctgccg tgaacatgag catgaaattg cttggtacac</w:t>
      </w:r>
    </w:p>
    <w:p w14:paraId="452CE77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ggaacgttct gaaaagagct atgaattgca gacacctttt gaaattaaat tggcaaagaa</w:t>
      </w:r>
    </w:p>
    <w:p w14:paraId="66B92A6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atttgacacc ttcaatgggg aatgtccaaa ttttgtattt cccttaaatt ccataatcaa</w:t>
      </w:r>
    </w:p>
    <w:p w14:paraId="689BBD2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gactattcaa ccaagggttg aaaagaaaaa gcttgatggc tttatgggta gaattcgatc</w:t>
      </w:r>
    </w:p>
    <w:p w14:paraId="39B3786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tgtctatcca gttgcgtcac caaatgaatg caaccaaatg tgcctttcaa ctctcatgaa</w:t>
      </w:r>
    </w:p>
    <w:p w14:paraId="351FB47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gtgtgatcat tgtggtgaaa cttcatggca gacgggcgat tttgttaaag ccacttgcga</w:t>
      </w:r>
    </w:p>
    <w:p w14:paraId="1C5BA61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attttgtggc actgagaatt tgactaaaga aggtgccact acttgtggtt acttacccca</w:t>
      </w:r>
    </w:p>
    <w:p w14:paraId="02FF2D7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1321 aaatgctgtt gttaaaattt attgtccagc atgtcacaat tcagaagtag gacctgagca</w:t>
      </w:r>
    </w:p>
    <w:p w14:paraId="12805D7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tagtcttgcc gaataccata atgaatctgg cttgaaaacc attcttcgta agggtggtcg</w:t>
      </w:r>
    </w:p>
    <w:p w14:paraId="618F58C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cactattgcc tttggaggct gtgtgttctc ttatgttggt tgccataaca agtgtgccta</w:t>
      </w:r>
    </w:p>
    <w:p w14:paraId="534DCF5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ttgggttcca cgtgctagcg ctaacatagg ttgtaaccat acaggtgttg ttggagaagg</w:t>
      </w:r>
    </w:p>
    <w:p w14:paraId="6B19136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ttccgaaggt cttaatgaca accttcttga aatactccaa aaagagaaag tcaacatcaa</w:t>
      </w:r>
    </w:p>
    <w:p w14:paraId="3C0A307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tattgttggt gactttaaac ttaatgaaga gatcgccatt attttggcat ctttttctgc</w:t>
      </w:r>
    </w:p>
    <w:p w14:paraId="6DF2C56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ttccacaagt gcttttgtgg aaactgtgaa aggtttggat tataaagcat tcaaacaaat</w:t>
      </w:r>
    </w:p>
    <w:p w14:paraId="158C281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tgttgaatcc tgtggtaatt ttaaagttac aaaaggaaaa gctaaaaaag gtgcctggaa</w:t>
      </w:r>
    </w:p>
    <w:p w14:paraId="3CEB816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tattggtgaa cagaaatcaa tactgagtcc tctttatgca tttgcatcag aggctgctcg</w:t>
      </w:r>
    </w:p>
    <w:p w14:paraId="31D128D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tgttgtacga tcaattttct cccgcactct tgaaactgct caaaattctg tgcgtgtttt</w:t>
      </w:r>
    </w:p>
    <w:p w14:paraId="4018655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acagaaggcc gctataacaa tactagatgg aatttcacag tattcactga gactcattga</w:t>
      </w:r>
    </w:p>
    <w:p w14:paraId="02F4C56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tgctatgatg ttcacatctg atttggctac taacaatcta gttgtaatgg cctacattac</w:t>
      </w:r>
    </w:p>
    <w:p w14:paraId="0344B6A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aggtggtgtt gttcagttga cttcgcagtg gctaactaac atctttggca ctgtttatga</w:t>
      </w:r>
    </w:p>
    <w:p w14:paraId="7E1F5EF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aaaactcaaa cccgtccttg attggcttga agagaagttt aaggaaggtg tagagtttct</w:t>
      </w:r>
    </w:p>
    <w:p w14:paraId="148BDD3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tagagacggt tgggaaattg ttaaatttat ctcaacctgt gcttgtgaaa ttgtcggtgg</w:t>
      </w:r>
    </w:p>
    <w:p w14:paraId="54B3042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acaaattgtc acctgtgcaa aggaaattaa ggagagtgtt cagacattct ttaagcttgt</w:t>
      </w:r>
    </w:p>
    <w:p w14:paraId="72B3900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aaataaattt ttggctttgt gtgctgactc tatcattatt ggtggagcta aacttaaagc</w:t>
      </w:r>
    </w:p>
    <w:p w14:paraId="6DA9556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cttgaattta ggtgaaacat ttgtcacgca ctcaaaggga ttgtacagaa agtgtgttaa</w:t>
      </w:r>
    </w:p>
    <w:p w14:paraId="143E29C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atccagagaa gaaactggcc tactcatgcc tctaaaagct ccaaaagaaa ttatcttctt</w:t>
      </w:r>
    </w:p>
    <w:p w14:paraId="2FD6B88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agagggagaa acacttccca cagaagtgtt aacagaggaa gttgtcttga aaactggtga</w:t>
      </w:r>
    </w:p>
    <w:p w14:paraId="5B70D93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tttacaacca ttagaacaac ctactagtga agctgttgaa gctccattgg ttggtacacc</w:t>
      </w:r>
    </w:p>
    <w:p w14:paraId="134A279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agtttgtatt aacgggctta tgttgctcga aatcaaagac acagaaaagt actgtgccct</w:t>
      </w:r>
    </w:p>
    <w:p w14:paraId="1EDCA09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tgcacctaat atgatggtaa caaacaatac cttcacactc aaaggcggtg caccaacaaa</w:t>
      </w:r>
    </w:p>
    <w:p w14:paraId="1108D20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ggttactttt ggtgatgaca ctgtgataga agtgcaaggt tacaagagtg tgaatatcac</w:t>
      </w:r>
    </w:p>
    <w:p w14:paraId="1A6E8AA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ttttgaactt gatgaaagga ttgataaagt acttaatgag aggtgctctg cctatacagt</w:t>
      </w:r>
    </w:p>
    <w:p w14:paraId="1DCAB57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tgaactcggt acagaagtaa atgagttcgc ctgtgttgtg gcagatgctg tcataaaaac</w:t>
      </w:r>
    </w:p>
    <w:p w14:paraId="049F521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tttgcaacca gtatctgaat tacttacacc actgggcatt gatttagatg agtggagtat</w:t>
      </w:r>
    </w:p>
    <w:p w14:paraId="6F1C41D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ggctacatac tacttatttg atgagtctgg tgagtttaaa ttggcttcac atatgtattg</w:t>
      </w:r>
    </w:p>
    <w:p w14:paraId="2A16FC5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ttctttttac cctccagatg aggatgaaga agaaggtgat tgtgaagaag aagagtttga</w:t>
      </w:r>
    </w:p>
    <w:p w14:paraId="4EDBA5F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gccatcaact caatatgagt atggtactga agatgattac caaggtaaac ctttggaatt</w:t>
      </w:r>
    </w:p>
    <w:p w14:paraId="5B7BDBE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tggtgccact tctgctgctc ttcaacctga agaagagcaa gaagaagatt ggttagatga</w:t>
      </w:r>
    </w:p>
    <w:p w14:paraId="39B157C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tgatagtcaa caaactgttg gtcaacaaga cggtagtgag gacaatcaga caactactat</w:t>
      </w:r>
    </w:p>
    <w:p w14:paraId="63818C7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tcaaacaatt gttgaggttc aacctcaatt agagatggaa cttacaccag ttgttcagac</w:t>
      </w:r>
    </w:p>
    <w:p w14:paraId="7BF59D6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tattgaagtg aatagtttta gtggttattt aaaacttact gacaatgtat acattaaaaa</w:t>
      </w:r>
    </w:p>
    <w:p w14:paraId="18A41D6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tgcagacatt gtggaagaag ctaaaaaggt aaaaccaaca gtggttgtta atgcagccaa</w:t>
      </w:r>
    </w:p>
    <w:p w14:paraId="6B09FAF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tgtttacctt aaacatggag gaggtgttgc aggagcctta aataaggcta ctaacaatgc</w:t>
      </w:r>
    </w:p>
    <w:p w14:paraId="78EDFF8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catgcaagtt gaatctgatg attacatagc tactaatgga ccacttaaag tgggtggtag</w:t>
      </w:r>
    </w:p>
    <w:p w14:paraId="5D705BD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ttgtgtttta agcggacaca atcttgctaa acactgtctt catgttgtcg gcccaaatgt</w:t>
      </w:r>
    </w:p>
    <w:p w14:paraId="3A8149A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taacaaaggt gaagacattc aacttcttaa gagtgcttat gaaaatttta atcagcacga</w:t>
      </w:r>
    </w:p>
    <w:p w14:paraId="0CF3B57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agttctactt gcaccattat tatcagctgg tatttttggt gctgacccta tacattcttt</w:t>
      </w:r>
    </w:p>
    <w:p w14:paraId="7C8513E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aagagtttgt gtagatactg ttcgcacaaa tgtctactta gctgtctttg ataaaaatct</w:t>
      </w:r>
    </w:p>
    <w:p w14:paraId="1859934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ctatgacaaa cttgtttcaa gctttttgga aatgaagagt gaaaagcaag ttgaacaaaa</w:t>
      </w:r>
    </w:p>
    <w:p w14:paraId="3F740F7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3841 gatcgctgag attcctaaag aggaagttaa gccatttata actgaaagta aaccttcagt</w:t>
      </w:r>
    </w:p>
    <w:p w14:paraId="6283228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tgaacagaga aaacaagatg ataagaaaat caaagcttgt gttgaagaag ttacaacaac</w:t>
      </w:r>
    </w:p>
    <w:p w14:paraId="5BD1438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tctggaagaa actaagttcc tcacagaaaa cttgttactt tatattgaca ttaatggcaa</w:t>
      </w:r>
    </w:p>
    <w:p w14:paraId="061876C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tcttcatcca gattctgcca ctcttgttag tgacattgac atcactttct taaagaaaga</w:t>
      </w:r>
    </w:p>
    <w:p w14:paraId="73905C0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tgctccatat atagtgggtg atgttgttca agagggtgtt ttaactgctg tggttatacc</w:t>
      </w:r>
    </w:p>
    <w:p w14:paraId="0427157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tactaaaaag gctggtggca ctactgaaat gctagcgaaa gctttgagaa aagtgccaac</w:t>
      </w:r>
    </w:p>
    <w:p w14:paraId="6A6F549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agacaattat ataaccactt acccgggtca gggtttaaat ggttacactg tagaggaggc</w:t>
      </w:r>
    </w:p>
    <w:p w14:paraId="4C0C0C7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aaagacagtg cttaaaaagt gtaaaagtgc cttttacatt ctaccatcta ttatctctaa</w:t>
      </w:r>
    </w:p>
    <w:p w14:paraId="0546867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tgagaagcaa gaaattcttg gaactgtttc ttggaatttg cgagaaatgc ttgcacatgc</w:t>
      </w:r>
    </w:p>
    <w:p w14:paraId="7DA0A81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agaagaaaca cgcaaattaa tgcctgtctg tgtggaaact aaagccatag tttcaactat</w:t>
      </w:r>
    </w:p>
    <w:p w14:paraId="175E658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acagcgtaaa tataagggta ttaaaataca agagggtgtg gttgattatg gtgctagatt</w:t>
      </w:r>
    </w:p>
    <w:p w14:paraId="1B69FC2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ttacttttac accagtaaaa caactgtagc gtcacttatc aacacactta acgatctaaa</w:t>
      </w:r>
    </w:p>
    <w:p w14:paraId="4BFA632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tgaaactctt gttacaatgc cacttggcta tgtaacacat ggcttaaatt tggaagaagc</w:t>
      </w:r>
    </w:p>
    <w:p w14:paraId="5FBA3E2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tgctcggtat atgagatctc tcaaagtgcc agctacagtt tctgtttctt cacctgatgc</w:t>
      </w:r>
    </w:p>
    <w:p w14:paraId="06EF7BD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tgttacagcg tataatggtt atcttacttc ttcttctaaa acacctgaag aacattttat</w:t>
      </w:r>
    </w:p>
    <w:p w14:paraId="2C6DE15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tgaaaccatc tcacttgctg gttcctataa agattggtcc tattctggac aatctacaca</w:t>
      </w:r>
    </w:p>
    <w:p w14:paraId="0E6B577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actaggtata gaatttctta agagaggtga taaaagtgta tattacacta gtaatcctac</w:t>
      </w:r>
    </w:p>
    <w:p w14:paraId="47086B2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cacattccac ctagatggtg aagttatcac ctttgacaat cttaagacac ttctttcttt</w:t>
      </w:r>
    </w:p>
    <w:p w14:paraId="2903334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gagagaagtg aggactatta aggtgtttac aacagtagac aacattaacc tccacacgca</w:t>
      </w:r>
    </w:p>
    <w:p w14:paraId="7AD2CD2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agttgtggac atgtcaatga catatggaca acagtttggt ccaacttatt tggatggagc</w:t>
      </w:r>
    </w:p>
    <w:p w14:paraId="04166C3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tgatgttact aaaataaaac ctcataattc acatgaaggt aaaacatttt atgttttacc</w:t>
      </w:r>
    </w:p>
    <w:p w14:paraId="6B42B32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taatgatgac actctacgtg ttgaggcttt tgagtactac cacacaactg atcctagttt</w:t>
      </w:r>
    </w:p>
    <w:p w14:paraId="78DECC7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tctgggtagg tacatgtcag cattaaatca cactaaaaag tggaaatacc cacaagttaa</w:t>
      </w:r>
    </w:p>
    <w:p w14:paraId="16568BD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tggtttaact tctattaaat gggcagataa caactgttat cttgccactg cattgttaac</w:t>
      </w:r>
    </w:p>
    <w:p w14:paraId="113F307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actccaacaa atagagttga agtttaatcc acctgctcta caagatgctt attacagagc</w:t>
      </w:r>
    </w:p>
    <w:p w14:paraId="40320C2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aagggctggt gaagcggcta acttttgtgc acttatctta gcctactgta ataagacagt</w:t>
      </w:r>
    </w:p>
    <w:p w14:paraId="5B0941B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aggtgagtta ggtgatgtta gagaaacaat gagttacttg tttcaacatg ccaatttaga</w:t>
      </w:r>
    </w:p>
    <w:p w14:paraId="0D2A9B2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ttcttgcaaa agagtcttga acgtggtgtg taaaacttgt ggacaacagc agacaaccct</w:t>
      </w:r>
    </w:p>
    <w:p w14:paraId="368F6F0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taagggtgta gaagctgtta tgtacatggg cacactttct tatgaacaat ttaagaaagg</w:t>
      </w:r>
    </w:p>
    <w:p w14:paraId="37A23D8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tgttcagata ccttgtacgt gtggtaaaca agctacaaaa tatctagtac aacaggagtc</w:t>
      </w:r>
    </w:p>
    <w:p w14:paraId="662008F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accttttgtt atgatgtcag caccacctgc tcagtatgaa cttaagcatg gtacatttac</w:t>
      </w:r>
    </w:p>
    <w:p w14:paraId="7603BA4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ttgtgctagt gagtacactg gtaattacca gtgtggtcac tataaacata taacttctaa</w:t>
      </w:r>
    </w:p>
    <w:p w14:paraId="080EF10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agaaactttg tattgcatag acggtgcttt acttacaaag tcctcagaat acaaaggtcc</w:t>
      </w:r>
    </w:p>
    <w:p w14:paraId="4041069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tattacggat gttttctaca aagaaaacag ttacacaaca accataaaac cagttactta</w:t>
      </w:r>
    </w:p>
    <w:p w14:paraId="19A6840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taaattggat ggtgttgttt gtacagaaat tgaccctaag ttggacaatt attataagaa</w:t>
      </w:r>
    </w:p>
    <w:p w14:paraId="2424E59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agacaattct tatttcacag agcaaccaat tgatcttgta ccaaaccaac catatccaaa</w:t>
      </w:r>
    </w:p>
    <w:p w14:paraId="3688261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cgcaagcttc gataatttta agtttgtatg tgataatatc aaatttgctg atgatttaaa</w:t>
      </w:r>
    </w:p>
    <w:p w14:paraId="202A63E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ccagttaact ggttataaga aacctgcttc aagagagctt aaagttacat ttttccctga</w:t>
      </w:r>
    </w:p>
    <w:p w14:paraId="1548429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cttaaatggt gatgtggtgg ctattgatta taaacactac acaccctctt ttaagaaagg</w:t>
      </w:r>
    </w:p>
    <w:p w14:paraId="102F0C8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agctaaattg ttacataaac ctattgtttg gcatgttaac aatgcaacta ataaagccac</w:t>
      </w:r>
    </w:p>
    <w:p w14:paraId="7801161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gtataaacca aatacctggt gtatacgttg tctttggagc acaaaaccag ttgaaacatc</w:t>
      </w:r>
    </w:p>
    <w:p w14:paraId="5CB9A29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aaattcgttt gatgtactga agtcagagga cgcgcaggga atggataatc ttgcctgcga</w:t>
      </w:r>
    </w:p>
    <w:p w14:paraId="58A0194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6361 agatctaaaa ccagtctctg aagaagtagt ggaaaatcct accatacaga aagacgttct</w:t>
      </w:r>
    </w:p>
    <w:p w14:paraId="10F7AEF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tgagtgtaat gtgaaaacta ccgaagttgt aggagacatt atacttaaac cagcaaataa</w:t>
      </w:r>
    </w:p>
    <w:p w14:paraId="0900D7B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tataaaaatt acagaagagg ttggccacac agatctaatg gctgcttatg tagacaattc</w:t>
      </w:r>
    </w:p>
    <w:p w14:paraId="0061072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tagtcttact attaagaaac ctaatgaatt atctagagta ttaggtttga aaacccttgc</w:t>
      </w:r>
    </w:p>
    <w:p w14:paraId="255B9A4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tactcatggt ttagctgctg ttaatagtgt cccttgggat actatagcta attatgctaa</w:t>
      </w:r>
    </w:p>
    <w:p w14:paraId="4639E04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gccttttctt aacaaagttg ttagtacaac tactaacata gttacacggt gtttaaaccg</w:t>
      </w:r>
    </w:p>
    <w:p w14:paraId="355E915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tgtttgtact aattatatgc cttatttctt tactttattg ctacaattgt gtacttttac</w:t>
      </w:r>
    </w:p>
    <w:p w14:paraId="07F96B6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tagaagtaca aattctagaa ttaaagcatc tatgccgact actatagcaa agaatactgt</w:t>
      </w:r>
    </w:p>
    <w:p w14:paraId="069A10E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taagagtgtc ggtaaatttt gtctagaggc ttcatttaat tatttgaagt cacctaattt</w:t>
      </w:r>
    </w:p>
    <w:p w14:paraId="5F8665F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ttctaaactg ataaatatta taatttggtt tttactatta agtgtttgcc taggttcttt</w:t>
      </w:r>
    </w:p>
    <w:p w14:paraId="4203D4C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aatctactca accgctgctt taggtgtttt aatgtctaat ttaggcatgc cttcttactg</w:t>
      </w:r>
    </w:p>
    <w:p w14:paraId="2807D5A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tactggttac agagaaggct atttgaactc tactaatgtc actattgcaa cctactgtac</w:t>
      </w:r>
    </w:p>
    <w:p w14:paraId="4F9B3F7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tggttctata ccttgtagtg tttgtcttag tggtttagat tctttagaca cctatccttc</w:t>
      </w:r>
    </w:p>
    <w:p w14:paraId="11DE274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tttagaaact atacaaatta ccatttcatc ttttaaatgg gatttaactg cttttggctt</w:t>
      </w:r>
    </w:p>
    <w:p w14:paraId="1296668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agttgcagag tggtttttgg catatattct tttcactagg tttttctatg tacttggatt</w:t>
      </w:r>
    </w:p>
    <w:p w14:paraId="2EE718D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ggctgcaatc atgcaattgt ttttcagcta ttttgcagta cattttatta gtaattcttg</w:t>
      </w:r>
    </w:p>
    <w:p w14:paraId="72AFB50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gcttatgtgg ttaataatta atcttgtaca aatggccccg atttcagcta tggttagaat</w:t>
      </w:r>
    </w:p>
    <w:p w14:paraId="59BFF89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gtacatcttc tttgcatcat tttattatgt atggaaaagt tatgtgcatg ttgtagacgg</w:t>
      </w:r>
    </w:p>
    <w:p w14:paraId="34AFFA2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ttgtaattca tcaacttgta tgatgtgtta caaacgtaat agagcaacaa gagtcgaatg</w:t>
      </w:r>
    </w:p>
    <w:p w14:paraId="5E1C0FA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tacaactatt gttaatggtg ttagaaggtc cttttatgtc tatgctaatg gaggtaaagg</w:t>
      </w:r>
    </w:p>
    <w:p w14:paraId="7590FB3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cttttgcaaa ctacacaatt ggaattgtgt taattgtgat acattctgtg ctggtagtac</w:t>
      </w:r>
    </w:p>
    <w:p w14:paraId="56034C3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atttattagt gatgaagttg cgagagactt gtcactacag tttaaaagac caataaatcc</w:t>
      </w:r>
    </w:p>
    <w:p w14:paraId="5790D4B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tactgaccag tcttcttaca tcgttgatag tgttacagtg aagaatggtt ccatccatct</w:t>
      </w:r>
    </w:p>
    <w:p w14:paraId="6A3E5E4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ttactttgat aaagctggtc aaaagactta tgaaagacat tctctctctc attttgttaa</w:t>
      </w:r>
    </w:p>
    <w:p w14:paraId="75B3C12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cttagacaac ctgagagcta ataacactaa aggttcattg cctattaatg ttatagtttt</w:t>
      </w:r>
    </w:p>
    <w:p w14:paraId="0C05DC9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tgatggtaaa tcaaaatgtg aagaatcatc tgcaaaatca gcgtctgttt actacagtca</w:t>
      </w:r>
    </w:p>
    <w:p w14:paraId="57EB99F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gcttatgtgt caacctatac tgttactaga tcaggcatta gtgtctgatg ttggtgatag</w:t>
      </w:r>
    </w:p>
    <w:p w14:paraId="047F6DA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tgcggaagtt gcagttaaaa tgtttgatgc ttacgttaat acgttttcat caacttttaa</w:t>
      </w:r>
    </w:p>
    <w:p w14:paraId="279E8B5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cgtaccaatg gaaaaactca aaacactagt tgcaactgca gaagctgaac ttgcaaagaa</w:t>
      </w:r>
    </w:p>
    <w:p w14:paraId="0854631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tgtgtcctta gacaatgtct tatctacttt tatttcagca gctcggcaag ggtttgttga</w:t>
      </w:r>
    </w:p>
    <w:p w14:paraId="286B5FE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ttcagatgta gaaactaaag atgttgttga atgtcttaaa ttgtcacatc aatctgacat</w:t>
      </w:r>
    </w:p>
    <w:p w14:paraId="3A4BBB6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agaagttact ggcgatagtt gtaataacta tatgctcacc tataacaaag ttgaaaacat</w:t>
      </w:r>
    </w:p>
    <w:p w14:paraId="066109A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gacaccccgt gaccttggtg cttgtattga ctgtagtgcg cgtcatatta atgcgcaggt</w:t>
      </w:r>
    </w:p>
    <w:p w14:paraId="53BC1E1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agcaaaaagt cacaacatta ctttgatatg gaacgttaaa gatttcatgt cattgtctga</w:t>
      </w:r>
    </w:p>
    <w:p w14:paraId="72DB2AB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acaactacga aaacaaatac gtagtgctgc taaaaagaat aacttacctt ttaagttgac</w:t>
      </w:r>
    </w:p>
    <w:p w14:paraId="5D0206C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atgtgcaact actagacaag ttgttaatgt tgtaacaaca aagatagcac ttaagggtgg</w:t>
      </w:r>
    </w:p>
    <w:p w14:paraId="31CA833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taaaattgtt aataattggt tgaagcagtt aattaaagtt acacttgtgt tcctttttgt</w:t>
      </w:r>
    </w:p>
    <w:p w14:paraId="4118B20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tgctgctatt ttctatttaa taacacctgt tcatgtcatg tctaaacata ctgacttttc</w:t>
      </w:r>
    </w:p>
    <w:p w14:paraId="6B731A6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aagtgaaatc ataggataca aggctattga tggtggtgtc actcgtgaca tagcatctac</w:t>
      </w:r>
    </w:p>
    <w:p w14:paraId="39C8A30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agatacttgt tttgctaaca aacatgctga ttttgacaca tggtttagcc agcgtggtgg</w:t>
      </w:r>
    </w:p>
    <w:p w14:paraId="61242E6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tagttatact aatgacaaag cttgcccatt gattgctgca gtcataacaa gagaagtggg</w:t>
      </w:r>
    </w:p>
    <w:p w14:paraId="4415B30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ttttgtcgtg cctggtttgc ctggcacgat attacgcaca actaatggtg actttttgca</w:t>
      </w:r>
    </w:p>
    <w:p w14:paraId="0F81426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8881 tttcttacct agagttttta gtgcagttgg taacatctgt tacacaccat caaaacttat</w:t>
      </w:r>
    </w:p>
    <w:p w14:paraId="6CDD016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agagtacact gactttgcaa catcagcttg tgttttggct gctgaatgta caatttttaa</w:t>
      </w:r>
    </w:p>
    <w:p w14:paraId="758B5E5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agatgcttct ggtaagccag taccatattg ttatgatacc aatgtactag aaggttctgt</w:t>
      </w:r>
    </w:p>
    <w:p w14:paraId="7EAE7FD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tgcttatgaa agtttacgcc ctgacacacg ttatgtgctc atggatggct ctattattca</w:t>
      </w:r>
    </w:p>
    <w:p w14:paraId="076C999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atttcctaac acctaccttg aaggttctgt tagagtggta acaacttttg attctgagta</w:t>
      </w:r>
    </w:p>
    <w:p w14:paraId="6C4D921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ctgtaggcac ggcacttgtg aaagatcaga agctggtgtt tgtgtatcta ctagtggtag</w:t>
      </w:r>
    </w:p>
    <w:p w14:paraId="76E9904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atgggtactt aacaatgatt attacagatc tttaccagga gttttctgtg gtgtagatgc</w:t>
      </w:r>
    </w:p>
    <w:p w14:paraId="7952038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tgtaaattta cttactaata tgtttacacc actaattcaa cctattggtg ctttggacat</w:t>
      </w:r>
    </w:p>
    <w:p w14:paraId="5A5E7AB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atcagcatct atagtagctg gtggtattgt agctatcgta gtaacatgcc ttgcctacta</w:t>
      </w:r>
    </w:p>
    <w:p w14:paraId="759646C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ttttatgagg tttagaagag cttttggtga atacagtcat gtagttgcct ttaatacttt</w:t>
      </w:r>
    </w:p>
    <w:p w14:paraId="2126E02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actattcctt atgtcattca ctgtactctg tttaacacca gtttactcat tcttacctgg</w:t>
      </w:r>
    </w:p>
    <w:p w14:paraId="6B72A65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tgtttattct gttatttact tgtacttgac attttatctt actaatgatg tttctttttt</w:t>
      </w:r>
    </w:p>
    <w:p w14:paraId="2865285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agcacatatt cagtggatgg ttatgttcac acctttagta cctttctgga taacaattgc</w:t>
      </w:r>
    </w:p>
    <w:p w14:paraId="4BC92A1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ttatatcatt tgtatttcca caaagcattt ctattggttc tttagtaatt acctaaagag</w:t>
      </w:r>
    </w:p>
    <w:p w14:paraId="7F6136D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acgtgtagtc tttaatggtg tttcctttag tacttttgaa gaagctgcgc tgtgcacctt</w:t>
      </w:r>
    </w:p>
    <w:p w14:paraId="4F8262B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tttgttaaat aaagaaatgt atctaaagtt gcgtagtgat gtgctattac ctcttacgca</w:t>
      </w:r>
    </w:p>
    <w:p w14:paraId="5812341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atataataga tacttagctc tttataataa gtacaagtat tttagtggag caatggatac</w:t>
      </w:r>
    </w:p>
    <w:p w14:paraId="4D652AE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aactagctac agagaagctg cttgttgtca tctcgcaaag gctctcaatg acttcagtaa</w:t>
      </w:r>
    </w:p>
    <w:p w14:paraId="3D2AA90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ctcaggttct gatgttcttt accaaccacc acaaatctct atcacctcag ctgttttgca</w:t>
      </w:r>
    </w:p>
    <w:p w14:paraId="28A2EFE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gagtggtttt agaaaaatgg cattcccatc tggtaaagtt gagggttgta tggtacaagt</w:t>
      </w:r>
    </w:p>
    <w:p w14:paraId="0DD9FE2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aacttgtggt acaactacac ttaacggtct ttggcttgat gacgtagttt actgtccaag</w:t>
      </w:r>
    </w:p>
    <w:p w14:paraId="7EF90A5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acatgtgatc tgcacctctg aagacatgct taaccctaat tatgaagatt tactcattcg</w:t>
      </w:r>
    </w:p>
    <w:p w14:paraId="330DBCF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taagtctaat cataatttct tggtacaggc tggtaatgtt caactcaggg ttattggaca</w:t>
      </w:r>
    </w:p>
    <w:p w14:paraId="3116123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ttctatgcaa aattgtgtac ttaagcttaa ggttgataca gccaatccta agacacctaa</w:t>
      </w:r>
    </w:p>
    <w:p w14:paraId="36C679D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gtataagttt gttcgcattc aaccaggaca gactttttca gtgttagctt gttacaatgg</w:t>
      </w:r>
    </w:p>
    <w:p w14:paraId="773CF21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ttcaccatct ggtgtttacc aatgtgctat gaggcacaat ttcactatta agggttcatt</w:t>
      </w:r>
    </w:p>
    <w:p w14:paraId="7821278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ccttaatggt tcatgtggta gtgttggttt taacatagat tatgactgtg tctctttttg</w:t>
      </w:r>
    </w:p>
    <w:p w14:paraId="2AF6AD4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ttacatgcac catatggaat taccaactgg agttcatgct ggcacagact tagaaggtaa</w:t>
      </w:r>
    </w:p>
    <w:p w14:paraId="5462560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cttttatgga ccttttgttg acaggcaaac agcacaagca gctggtacgg acacaactat</w:t>
      </w:r>
    </w:p>
    <w:p w14:paraId="5B8B578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tacagttaat gttttagctt ggttgtacgc tgctgttata aatggagaca ggtggtttct</w:t>
      </w:r>
    </w:p>
    <w:p w14:paraId="0BAADCF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caatcgattt accacaactc ttaatgactt taaccttgtg gctatgaagt acaattatga</w:t>
      </w:r>
    </w:p>
    <w:p w14:paraId="34EAFB2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acctctaaca caagaccatg ttgacatact aggacctctt tctgctcaaa ctggaattgc</w:t>
      </w:r>
    </w:p>
    <w:p w14:paraId="35B17C0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cgttttagat atgtgtgctt cattaaaaga attactgcaa aatggtatga atggacgtac</w:t>
      </w:r>
    </w:p>
    <w:p w14:paraId="74EF09B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catattgggt agtgctttat tagaagatga atttacacct tttgatgttg ttagacaatg</w:t>
      </w:r>
    </w:p>
    <w:p w14:paraId="11551CD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ctcaggtgtt actttccaaa gtgcagtgaa aagaacaatc aagggtacac accactggtt</w:t>
      </w:r>
    </w:p>
    <w:p w14:paraId="093FDF6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gttactcaca attttgactt cacttttagt tttagtccag agtactcaat ggtctttgtt</w:t>
      </w:r>
    </w:p>
    <w:p w14:paraId="7269A1C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cttttttttg tatgaaaatg cctttttacc ttttgctatg ggtattattg ctatgtctgc</w:t>
      </w:r>
    </w:p>
    <w:p w14:paraId="5970D7D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ttttgcaatg atgtttgtca aacataagca tgcatttctc tgtttgtttt tgttaccttc</w:t>
      </w:r>
    </w:p>
    <w:p w14:paraId="5916218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tcttgccact gtagcttatt ttaatatggt ctatatgcct gctagttggg tgatgcgtat</w:t>
      </w:r>
    </w:p>
    <w:p w14:paraId="41106B7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tatgacatgg ttggatatgg ttgatactag ttttaagcta aaagactgtg ttatgtatgc</w:t>
      </w:r>
    </w:p>
    <w:p w14:paraId="2DF79C0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atcagctgta gtgttactaa tccttatgac agcaagaact gtgtatgatg atggtgctag</w:t>
      </w:r>
    </w:p>
    <w:p w14:paraId="0F28C22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gagagtgtgg acacttatga atgtcttgac actcgtttat aaagtttatt atggtaatgc</w:t>
      </w:r>
    </w:p>
    <w:p w14:paraId="29AD52A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11401 tttagatcaa gccatttcca tgtgggctct tataatctct gttacttcta actactcagg</w:t>
      </w:r>
    </w:p>
    <w:p w14:paraId="794957A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tgtagttaca actgtcatgt ttttggccag aggtgttgtt tttatgtgtg ttgagtattg</w:t>
      </w:r>
    </w:p>
    <w:p w14:paraId="0DB5040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ccctattttc ttcataactg gtaatacact tcagtgtata atgctagttt attgtttctt</w:t>
      </w:r>
    </w:p>
    <w:p w14:paraId="7468505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aggctatttt tgtacttgtt actttggcct cttttgttta ctcaaccgct actttagact</w:t>
      </w:r>
    </w:p>
    <w:p w14:paraId="60DF049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gactcttggt gtttatgatt acttagtttc tacacaggag tttagatata tgaattcaca</w:t>
      </w:r>
    </w:p>
    <w:p w14:paraId="66C0707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gggactactc ccacccaaga atagcataga tgccttcaaa ctcaacatta aattgttggg</w:t>
      </w:r>
    </w:p>
    <w:p w14:paraId="7FA7945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tgttggtggc aaaccttgta tcaaagtagc cactgtacag tctaaaatgt cagatgtaaa</w:t>
      </w:r>
    </w:p>
    <w:p w14:paraId="5AF2CB4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gtgcacatca gtagtcttac tctcagtttt gcaacaactc agagtagaat catcatctaa</w:t>
      </w:r>
    </w:p>
    <w:p w14:paraId="2F6C945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attgtgggct caatgtgtcc agttacacaa tgacattctc ttagctaaag atactactga</w:t>
      </w:r>
    </w:p>
    <w:p w14:paraId="7383C6F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agcctttgaa aaaatggttt cactactttc tgttttgctt tccatgcagg gtgctgtaga</w:t>
      </w:r>
    </w:p>
    <w:p w14:paraId="2175BBA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cataaacaag ctttgtgaag aaatgctgga caacagggca accttacaag ctatagcctc</w:t>
      </w:r>
    </w:p>
    <w:p w14:paraId="3CAC536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agagtttagt tcccttccat catatgcagc ttttgctact gctcaagaag cttatgagca</w:t>
      </w:r>
    </w:p>
    <w:p w14:paraId="3A09561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ggctgttgct aatggtgatt ctgaagttgt tcttaaaaag ttgaagaagt ctttgaatgt</w:t>
      </w:r>
    </w:p>
    <w:p w14:paraId="1337790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ggctaaatct gaatttgacc gtgatgcagc catgcaacgt aagttggaaa agatggctga</w:t>
      </w:r>
    </w:p>
    <w:p w14:paraId="522A095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tcaagctatg acccaaatgt ataaacaggc tagatctgag gacaagaggg caaaagttac</w:t>
      </w:r>
    </w:p>
    <w:p w14:paraId="31B5DAC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tagtgctatg cagacaatgc ttttcactat gcttagaaag ttggataatg atgcactcaa</w:t>
      </w:r>
    </w:p>
    <w:p w14:paraId="2896BB4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caacattatc aacaatgcaa gagatggttg tgttcccttg aacataatac ctcttacaac</w:t>
      </w:r>
    </w:p>
    <w:p w14:paraId="399BEC2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agcagccaaa ctaatggttg tcataccaga ctataacaca tataaaaata cgtgtgatgg</w:t>
      </w:r>
    </w:p>
    <w:p w14:paraId="2DBFB86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tacaacattt acttatgcat cagcattgtg ggaaatccaa caggttgtag atgcagatag</w:t>
      </w:r>
    </w:p>
    <w:p w14:paraId="2F1273F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taaaattgtt caacttagtg aaattagtat ggacaattca cctaatttag catggcctct</w:t>
      </w:r>
    </w:p>
    <w:p w14:paraId="71F823D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tattgtaaca gctttaaggg ccaattctgc tgtcaaatta cagaataatg agcttagtcc</w:t>
      </w:r>
    </w:p>
    <w:p w14:paraId="57850AF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tgttgcacta cgacagatgt cttgtgctgc cggtactaca caaactgctt gcactgatga</w:t>
      </w:r>
    </w:p>
    <w:p w14:paraId="260351D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caatgcgtta gcttactaca acacaacaaa gggaggtagg tttgtacttg cactgttatc</w:t>
      </w:r>
    </w:p>
    <w:p w14:paraId="6866AAD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cgatttacag gatttgaaat gggctagatt ccctaagagt gatggaactg gtactatcta</w:t>
      </w:r>
    </w:p>
    <w:p w14:paraId="45B429B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tacagaactg gaaccacctt gtaggtttgt tacagacaca cctaaaggtc ctaaagtgaa</w:t>
      </w:r>
    </w:p>
    <w:p w14:paraId="2BB0E26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gtatttatac tttattaaag gattaaacaa cctaaataga ggtatggtac ttggtagttt</w:t>
      </w:r>
    </w:p>
    <w:p w14:paraId="3BEAD84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agctgccaca gtacgtctac aagctggtaa tgcaacagaa gtgcctgcca attcaactgt</w:t>
      </w:r>
    </w:p>
    <w:p w14:paraId="3B78A2A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attatctttc tgtgcttttg ctgtagatgc tgctaaagct tacaaagatt atctagctag</w:t>
      </w:r>
    </w:p>
    <w:p w14:paraId="1E044EE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tgggggacaa ccaatcacta attgtgttaa gatgttgtgt acacacactg gtactggtca</w:t>
      </w:r>
    </w:p>
    <w:p w14:paraId="2654189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ggcaataaca gtcacaccgg aagccaatat ggatcaagaa tcctttggtg gtgcatcgtg</w:t>
      </w:r>
    </w:p>
    <w:p w14:paraId="0340FBF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ttgtctgtac tgccgttgcc acatagatca tccaaatcct aaaggatttt gtgacttaaa</w:t>
      </w:r>
    </w:p>
    <w:p w14:paraId="6F0E8CF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aggtaagtat gtacaaatac ctacaacttg tgctaatgac cctgtgggtt ttacacttaa</w:t>
      </w:r>
    </w:p>
    <w:p w14:paraId="1C42CAF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aaacacagtc tgtaccgtct gcggtatgtg gaaaggttat ggctgtagtt gtgatcaact</w:t>
      </w:r>
    </w:p>
    <w:p w14:paraId="4970E0B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ccgcgaaccc atgcttcagt cagctgatgc acaatcgttt ttaaacgggt ttgcggtgta</w:t>
      </w:r>
    </w:p>
    <w:p w14:paraId="0A69797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agtgcagccc gtcttacacc gtgcggcaca ggcactagta ctgatgtcgt atacagggct</w:t>
      </w:r>
    </w:p>
    <w:p w14:paraId="0B6496E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tttgacatct acaatgataa agtagctggt tttgctaaat tcctaaaaac taattgttgt</w:t>
      </w:r>
    </w:p>
    <w:p w14:paraId="2CFEE8C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cgcttccaag aaaaggacga agatgacaat ttaattgatt cttactttgt agttaagaga</w:t>
      </w:r>
    </w:p>
    <w:p w14:paraId="4A33E1B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cacactttct ctaactacca acatgaagaa acaatttata atttacttaa ggattgtcca</w:t>
      </w:r>
    </w:p>
    <w:p w14:paraId="4368279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gctgttgcta aacatgactt ctttaagttt agaatagacg gtgacatggt accacatata</w:t>
      </w:r>
    </w:p>
    <w:p w14:paraId="0DC499F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tcacgtcaac gtcttactaa atacacaatg gcagacctcg tctatgcttt aaggcatttt</w:t>
      </w:r>
    </w:p>
    <w:p w14:paraId="4A5349B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gatgaaggta attgtgacac attaaaagaa atacttgtca catacaattg ttgtgatgat</w:t>
      </w:r>
    </w:p>
    <w:p w14:paraId="7840833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gattatttca ataaaaagga ctggtatgat tttgtagaaa acccagatat attacgcgta</w:t>
      </w:r>
    </w:p>
    <w:p w14:paraId="5DF5DD1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13921 tacgccaact taggtgaacg tgtacgccaa gctttgttaa aaacagtaca attctgtgat</w:t>
      </w:r>
    </w:p>
    <w:p w14:paraId="3C2FC9F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gccatgcgaa atgctggtat tgttggtgta ctgacattag ataatcaaga tctcaatggt</w:t>
      </w:r>
    </w:p>
    <w:p w14:paraId="106315C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aactggtatg atttcggtga tttcatacaa accacgccag gtagtggagt tcctgttgta</w:t>
      </w:r>
    </w:p>
    <w:p w14:paraId="4447CE2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gattcttatt attcattgtt aatgcctata ttaaccttga ccagggcttt aactgcagag</w:t>
      </w:r>
    </w:p>
    <w:p w14:paraId="11BCC45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tcacatgttg acactgactt aacaaagcct tacattaagt gggatttgtt aaaatatgac</w:t>
      </w:r>
    </w:p>
    <w:p w14:paraId="11C47E4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ttcacggaag agaggttaaa actctttgac cgttatttta aatattggga tcagacatac</w:t>
      </w:r>
    </w:p>
    <w:p w14:paraId="3A2DCA6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cacccaaatt gtgttaactg tttggatgac agatgcattc tgcattgtgc aaactttaat</w:t>
      </w:r>
    </w:p>
    <w:p w14:paraId="09BBA6D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gttttattct ctacagtgtt cccacttaca agttttggac cactagtgag aaaaatattt</w:t>
      </w:r>
    </w:p>
    <w:p w14:paraId="7EFD625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gttgatggtg ttccatttgt agtttcaact ggataccact tcagagagct aggtgttgta</w:t>
      </w:r>
    </w:p>
    <w:p w14:paraId="59B3BA8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cataatcagg atgtaaactt acatagctct agacttagtt ttaaggaatt acttgtgtat</w:t>
      </w:r>
    </w:p>
    <w:p w14:paraId="5F082CD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gctgctgacc ctgctatgca cgctgcttct ggtaatctat tactagataa acgcactacg</w:t>
      </w:r>
    </w:p>
    <w:p w14:paraId="57AD968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tgcttttcag tagctgcact tactaacaat gttgcttttc aaactgtcaa acccggtaat</w:t>
      </w:r>
    </w:p>
    <w:p w14:paraId="397502D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tttaacaaag acttctatga ctttgctgtg tctaagggtt tctttaagga aggaagttct</w:t>
      </w:r>
    </w:p>
    <w:p w14:paraId="58FA388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gttgaattaa aacacttctt ctttgctcag gatggtaatg ctgctatcag cgattatgac</w:t>
      </w:r>
    </w:p>
    <w:p w14:paraId="1258B2F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tactatcgtt ataatctacc aacaatgtgt gatatcagac aactactatt tgtagttgaa</w:t>
      </w:r>
    </w:p>
    <w:p w14:paraId="6FD6B8F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gttgttgata agtactttga ttgttacgat ggtggctgta ttaatgctaa ccaagtcatc</w:t>
      </w:r>
    </w:p>
    <w:p w14:paraId="1B82087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gtcaacaacc tagacaaatc agctggtttt ccatttaata aatggggtaa ggctagactt</w:t>
      </w:r>
    </w:p>
    <w:p w14:paraId="668C5E8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tattatgatt caatgagtta tgaggatcaa gatgcacttt tcgcatatac aaaacgtaat</w:t>
      </w:r>
    </w:p>
    <w:p w14:paraId="321346F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gtcatcccta ctataactca aatgaatctt aagtatgcca ttagtgcaaa gaatagagct</w:t>
      </w:r>
    </w:p>
    <w:p w14:paraId="28958CF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cgcaccgtag ctggtgtctc tatctgtagt actatgacca atagacagtt tcatcaaaaa</w:t>
      </w:r>
    </w:p>
    <w:p w14:paraId="0C4D3AB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ttattgaaat caatagccgc cactagagga gctactgtag taattggaac aagcaaattc</w:t>
      </w:r>
    </w:p>
    <w:p w14:paraId="09D262A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tatggtggtt ggcacaatat gttaaaaact gtttatagtg atgtagaaaa ccctcacctt</w:t>
      </w:r>
    </w:p>
    <w:p w14:paraId="671FC19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atgggttggg attatcctaa atgtgataga gccatgccta acatgcttag aattatggcc</w:t>
      </w:r>
    </w:p>
    <w:p w14:paraId="4853842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tcacttgttc ttgctcgcaa acatacaacg tgttgtagct tgtcacaccg tttctataga</w:t>
      </w:r>
    </w:p>
    <w:p w14:paraId="4702412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ttagctaatg agtgtgctca agtattgagt gaaatggtca tgtgtggcgg ttcactatat</w:t>
      </w:r>
    </w:p>
    <w:p w14:paraId="3C8B809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gttaaaccag gtggaacctc atcaggagat gccacaactg cttatgctaa tagtgttttt</w:t>
      </w:r>
    </w:p>
    <w:p w14:paraId="4ED0020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aacatttgtc aagctgtcac ggccaatgtt aatgcacttt tatctactga tggtaacaaa</w:t>
      </w:r>
    </w:p>
    <w:p w14:paraId="1CE9DD9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attgccgata agtatgtccg caatttacaa cacagacttt atgagtgtct ctatagaaat</w:t>
      </w:r>
    </w:p>
    <w:p w14:paraId="52E5F18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agagatgttg acacagactt tgtgaatgag ttttacgcat atttgcgtaa acatttctca</w:t>
      </w:r>
    </w:p>
    <w:p w14:paraId="5A6F601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atgatgatac tctctgacga tgctgttgtg tgtttcaata gcacttatgc atctcaaggt</w:t>
      </w:r>
    </w:p>
    <w:p w14:paraId="7DC65E5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ctagtggcta gcataaagaa ctttaagtca gttctttatt atcaaaacaa tgtttttatg</w:t>
      </w:r>
    </w:p>
    <w:p w14:paraId="3E1D555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tctgaagcaa aatgttggac tgagactgac cttactaaag gacctcatga attttgctct</w:t>
      </w:r>
    </w:p>
    <w:p w14:paraId="065EE31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caacatacaa tgctagttaa acagggtgat gattatgtgt accttcctta cccagatcca</w:t>
      </w:r>
    </w:p>
    <w:p w14:paraId="0139A01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tcaagaatcc taggggccgg ctgttttgta gatgatatcg taaaaacaga tggtacactt</w:t>
      </w:r>
    </w:p>
    <w:p w14:paraId="1ABFBD4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atgattgaac ggttcgtgtc tttagctata gatgcttacc cacttactaa acatcctaat</w:t>
      </w:r>
    </w:p>
    <w:p w14:paraId="48CCBFE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caggagtatg ctgatgtctt tcatttgtac ttacaataca taagaaagct acatgatgag</w:t>
      </w:r>
    </w:p>
    <w:p w14:paraId="71EB035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ttaacaggac acatgttaga catgtattct gttatgctta ctaatgataa cacttcaagg</w:t>
      </w:r>
    </w:p>
    <w:p w14:paraId="5FEBA02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tattgggaac ctgagtttta tgaggctatg tacacaccgc atacagtctt acaggctgtt</w:t>
      </w:r>
    </w:p>
    <w:p w14:paraId="6D6BF51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ggggcttgtg ttctttgcaa ttcacagact tcattaagat gtggtgcttg catacgtaga</w:t>
      </w:r>
    </w:p>
    <w:p w14:paraId="61A5ABD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ccattcttat gttgtaaatg ctgttacgac catgtcatat caacatcaca taaattagtc</w:t>
      </w:r>
    </w:p>
    <w:p w14:paraId="2BBF7F6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ttgtctgtta atccgtatgt ttgcaatgct ccaggttgtg atgtcacaga tgtgactcaa</w:t>
      </w:r>
    </w:p>
    <w:p w14:paraId="6C88444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ctttacttag gaggtatgag ctattattgt aaatcacata aaccacccat tagttttcca</w:t>
      </w:r>
    </w:p>
    <w:p w14:paraId="42B01CC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16441 ttgtgtgcta atggacaagt ttttggttta tataaaaata catgtgttgg tagcgataat</w:t>
      </w:r>
    </w:p>
    <w:p w14:paraId="794DC98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gttactgact ttaatgcaat tgcaacatgt gactggacaa atgctggtga ttacatttta</w:t>
      </w:r>
    </w:p>
    <w:p w14:paraId="383A015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gctaacacct gtactgaaag actcaagctt tttgcagcag aaacgctcaa agctactgag</w:t>
      </w:r>
    </w:p>
    <w:p w14:paraId="2452154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gagacattta aactgtctta tggtattgct actgtacgtg aagtgctgtc tgacagagaa</w:t>
      </w:r>
    </w:p>
    <w:p w14:paraId="7C07719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ttacatcttt catgggaagt tggtaaacct agaccaccac ttaaccgaaa ttatgtcttt</w:t>
      </w:r>
    </w:p>
    <w:p w14:paraId="449D0F5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actggttatc gtgtaactaa aaacagtaaa gtacaaatag gagagtacac ctttgaaaaa</w:t>
      </w:r>
    </w:p>
    <w:p w14:paraId="5863191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ggtgactatg gtgatgctgt tgtttaccga ggtacaacaa cttacaaatt aaatgttggt</w:t>
      </w:r>
    </w:p>
    <w:p w14:paraId="6CC7151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gattattttg tgctgacatc acatacagta atgccattaa gtgcacctac actagtgcca</w:t>
      </w:r>
    </w:p>
    <w:p w14:paraId="2C81365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caagagcact atgttagaat tactggctta tacccaacac tcaatatctc agatgagttt</w:t>
      </w:r>
    </w:p>
    <w:p w14:paraId="740DEAB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tctagcaatg ttgcaaatta tcaaaaggtt ggtatgcaaa agtattctac actccaggga</w:t>
      </w:r>
    </w:p>
    <w:p w14:paraId="54F1484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ccacctggta ctggtaagag tcattttgct attggcctag ctctctacta cccttctgct</w:t>
      </w:r>
    </w:p>
    <w:p w14:paraId="476F1D8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cgcatagtgt atacagcttg ctctcatgcc gctgttgatg cactatgtga gaaggcatta</w:t>
      </w:r>
    </w:p>
    <w:p w14:paraId="0CCC3A9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aaatatttgc ctatagataa atgtagtaga attatacctg cacgtgctcg tgtagagtgt</w:t>
      </w:r>
    </w:p>
    <w:p w14:paraId="11F1042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tttgataaat tcaaagtgaa ttcaacatta gaacagtatg tcttttgtac tgtaaatgca</w:t>
      </w:r>
    </w:p>
    <w:p w14:paraId="66384C3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ttgcctgaga cgacagcaga tatagttgtc tttgatgaaa tttcaatggc cacaaattat</w:t>
      </w:r>
    </w:p>
    <w:p w14:paraId="18CFC45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gatttgagtg ttgtcaatgc cagattacgt gctaagcact atgtgtacat tggcgaccct</w:t>
      </w:r>
    </w:p>
    <w:p w14:paraId="75AC6E4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gctcaattac ctgcaccacg cacattgcta actaagggca cactagaacc agaatatttc</w:t>
      </w:r>
    </w:p>
    <w:p w14:paraId="730FCC3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aattcagtgt gtagacttat gaaaactata ggtccagaca tgttcctcgg aacttgtcgg</w:t>
      </w:r>
    </w:p>
    <w:p w14:paraId="401986B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cgttgtcctg ctgaaattgt tgacactgtg agtgctttgg tttatgataa taagcttaaa</w:t>
      </w:r>
    </w:p>
    <w:p w14:paraId="2E52BBC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gcacataaag acaaatcagc tcaatgcttt aaaatgtttt ataagggtgt tatcacgcat</w:t>
      </w:r>
    </w:p>
    <w:p w14:paraId="36FAA73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gatgtttcat ctgcaattaa caggccacaa ataggcgtgg taagagaatt ccttacacgt</w:t>
      </w:r>
    </w:p>
    <w:p w14:paraId="48ED043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aaccctgctt ggagaaaagc tgtctttatt tcaccttata attcacagaa tgctgtagcc</w:t>
      </w:r>
    </w:p>
    <w:p w14:paraId="47C70CF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tcaaagattt tgggactacc aactcaaact gttgattcat cacagggctc agaatatgac</w:t>
      </w:r>
    </w:p>
    <w:p w14:paraId="3A4943E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tatgtcatat tcactcaaac cactgaaaca gctcactctt gtaatgtaaa cagatttaat</w:t>
      </w:r>
    </w:p>
    <w:p w14:paraId="27BF15D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gttgctatta ccagagcaaa agtaggcata ctttgcataa tgtctgatag agacctttat</w:t>
      </w:r>
    </w:p>
    <w:p w14:paraId="68B69F6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gacaagttgc aatttacaag tcttgaaatt ccacgtagga atgtggcaac tttacaagct</w:t>
      </w:r>
    </w:p>
    <w:p w14:paraId="410EA76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gaaaatgtaa caggactctt taaagattgt agtaaggtaa tcactgggtt acatcctaca</w:t>
      </w:r>
    </w:p>
    <w:p w14:paraId="6A3A25D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caggcaccta cacacctcag tgttgacact aaattcaaaa ctgaaggttt atgtgttgac</w:t>
      </w:r>
    </w:p>
    <w:p w14:paraId="53C98A4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gtacctggca tacctaagga catgacctat agaagactca tctctatgat gggttttaaa</w:t>
      </w:r>
    </w:p>
    <w:p w14:paraId="75C9DCD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atgaattatc aagttaatgg ttaccctaac atgtttatca cccgcgaaga agctataaga</w:t>
      </w:r>
    </w:p>
    <w:p w14:paraId="5C292BC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catgtacgtg catggattgg cttcgatgtc gaggggtgtc atgctactag agaagctgtt</w:t>
      </w:r>
    </w:p>
    <w:p w14:paraId="3281097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ggtaccaatt tacctttaca gctaggtttt tctacaggtg ttaacctagt tgctgtacct</w:t>
      </w:r>
    </w:p>
    <w:p w14:paraId="1B561A5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acaggttatg ttgatacacc taataataca gatttttcca gagttagtgc taaaccaccg</w:t>
      </w:r>
    </w:p>
    <w:p w14:paraId="513C4C5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cctggagatc aatttaaaca cctcatacca cttatgtaca aaggacttcc ttggaatgta</w:t>
      </w:r>
    </w:p>
    <w:p w14:paraId="1149D1A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gtgcgtataa agattgtaca aatgttaagt gacacactta aaaatctctc tgacagagtc</w:t>
      </w:r>
    </w:p>
    <w:p w14:paraId="57FC5C3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gtatttgtct tatgggcaca tggctttgag ttgacatcta tgaagtattt tgtgaaaata</w:t>
      </w:r>
    </w:p>
    <w:p w14:paraId="076A897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ggacctgagc gcacctgttg tctatgtgat agacgtgcca catgcttttc cactgcttca</w:t>
      </w:r>
    </w:p>
    <w:p w14:paraId="1D27774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gacacttatg cctgttggca tcattctatt ggatttgatt acgtctataa tccgtttatg</w:t>
      </w:r>
    </w:p>
    <w:p w14:paraId="0E171C8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attgatgttc aacaatgggg ttttacaggt aacctacaaa gcaaccatga tctgtattgt</w:t>
      </w:r>
    </w:p>
    <w:p w14:paraId="27AF5DE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caagtccatg gtaatgcaca tgtagctagt tgtgatgcaa tcatgactag gtgtctagct</w:t>
      </w:r>
    </w:p>
    <w:p w14:paraId="0DB283D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gtccacgagt gctttgttaa gcgtgttgac tggactattg aatatcctat aattggtgat</w:t>
      </w:r>
    </w:p>
    <w:p w14:paraId="1477D06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gaactgaaga ttaatgcggc ttgtagaaag gttcaacaca tggttgttaa agctgcatta</w:t>
      </w:r>
    </w:p>
    <w:p w14:paraId="5382D35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18961 ttagcagaca aattcccagt tcttcacgac attggtaacc ctaaagctat taagtgtgta</w:t>
      </w:r>
    </w:p>
    <w:p w14:paraId="5CF274D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cctcaagctg atgtagaatg gaagttctat gatgcacagc cttgtagtga caaagcttat</w:t>
      </w:r>
    </w:p>
    <w:p w14:paraId="5C7A2E5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aaaatagaag aattattcta ttcttatgcc acacattctg acaaatttac agatggtgta</w:t>
      </w:r>
    </w:p>
    <w:p w14:paraId="565049D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tgcctatttt ggaattgcaa tgtcgataga tatcctgcta attccattgt ttgtagattt</w:t>
      </w:r>
    </w:p>
    <w:p w14:paraId="612EC56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gacactagag tgctatctaa ccttaacttg cctggttgtg atggtggcag tttgtatgta</w:t>
      </w:r>
    </w:p>
    <w:p w14:paraId="5A58E97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aataaacatg cattccacac accagctttt gataaaagtg cttttgttaa tttaaaacaa</w:t>
      </w:r>
    </w:p>
    <w:p w14:paraId="2002937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ttaccatttt tctattactc tgacagtcca tgtgagtctc atggaaaaca agtagtgtca</w:t>
      </w:r>
    </w:p>
    <w:p w14:paraId="1DE100E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gatatagatt atgtaccact aaagtctgct acgtgtataa cacgttgcaa tttaggtggt</w:t>
      </w:r>
    </w:p>
    <w:p w14:paraId="5BEC2CE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gctgtctgta gacatcatgc taatgagtac agattgtatc tcgatgctta taacatgatg</w:t>
      </w:r>
    </w:p>
    <w:p w14:paraId="0E83805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atctcagctg gctttagctt gtgggtttac aaacaatttg atacttataa cctctggaac</w:t>
      </w:r>
    </w:p>
    <w:p w14:paraId="65DF956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acttttacaa gacttcagag tttagaaaat gtggctttta atgttgtaaa taagggacac</w:t>
      </w:r>
    </w:p>
    <w:p w14:paraId="4D7427D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tttgatggac aacagggtga agtaccagtt tctatcatta ataacactgt ttacacaaaa</w:t>
      </w:r>
    </w:p>
    <w:p w14:paraId="7C28B07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gttgatggtg ttgatgtaga attgtttgaa aataaaacaa cattacctgt taatgtagca</w:t>
      </w:r>
    </w:p>
    <w:p w14:paraId="4006341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tttgagcttt gggctaagcg caacattaaa ccagtaccag aggtgaaaat actcaataat</w:t>
      </w:r>
    </w:p>
    <w:p w14:paraId="49087FF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ttgggtgtgg acattgctgc taatactgtg atctgggact acaaaagaga tgctccagca</w:t>
      </w:r>
    </w:p>
    <w:p w14:paraId="6621F00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catatatcta ctattggtgt ttgttctatg actgacatag ccaagaaacc aactgaaacg</w:t>
      </w:r>
    </w:p>
    <w:p w14:paraId="3F016F4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atttgtgcac cactcactgt cttttttgat ggtagagttg atggtcaagt agacttattt</w:t>
      </w:r>
    </w:p>
    <w:p w14:paraId="35175FA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agaaatgccc gtaatggtgt tcttattaca gaaggtagtg ttaaaggttt acaaccatct</w:t>
      </w:r>
    </w:p>
    <w:p w14:paraId="5CBE11A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gtaggtccca aacaagctag tcttaatgga gtcacattaa ttggagaagc cgtaaaaaca</w:t>
      </w:r>
    </w:p>
    <w:p w14:paraId="02B7975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cagttcaatt attataagaa agttgatggt gttgtccaac aattacctga aacttacttt</w:t>
      </w:r>
    </w:p>
    <w:p w14:paraId="5835F1D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actcagagta gaaatttaca agaatttaaa cccaggagtc aaatggaaat tgatttctta</w:t>
      </w:r>
    </w:p>
    <w:p w14:paraId="288BD45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gaattagcta tggatgaatt cattgaacgg tataaattag aaggctatgc cttcgaacat</w:t>
      </w:r>
    </w:p>
    <w:p w14:paraId="175F166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atcgtttatg gagattttag tcatagtcag ttaggtggtt tacatctact gattggacta</w:t>
      </w:r>
    </w:p>
    <w:p w14:paraId="35EA673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gctaaacgtt ttaaggaatc accttttgaa ttagaagatt ttattcctat ggacagtaca</w:t>
      </w:r>
    </w:p>
    <w:p w14:paraId="7C86C35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gttaaaaact atttcataac agatgcgcaa acaggttcat ctaagtgtgt gtgttctgtt</w:t>
      </w:r>
    </w:p>
    <w:p w14:paraId="5900749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attgatttat tacttgatga ttttgttgaa ataataaaat cccaagattt atctgtagtt</w:t>
      </w:r>
    </w:p>
    <w:p w14:paraId="018671B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tctaaggttg tcaaagtgac tattgactat acagaaattt catttatgct ttggtgtaaa</w:t>
      </w:r>
    </w:p>
    <w:p w14:paraId="1DC4782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gatggccatg tagaaacatt ttacccaaaa ttacaatcta gtcaagcgtg gcaaccgggt</w:t>
      </w:r>
    </w:p>
    <w:p w14:paraId="15425CB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gttgctatgc ctaatcttta caaaatgcaa agaatgctat tagaaaagtg tgaccttcaa</w:t>
      </w:r>
    </w:p>
    <w:p w14:paraId="2DECAB9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aattatggtg atagtgcaac attacctaaa ggcataatga tgaatgtcgc aaaatatact</w:t>
      </w:r>
    </w:p>
    <w:p w14:paraId="6B7EC74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caactgtgtc aatatttaaa cacattaaca ttagctgtac cctataatat gagagttata</w:t>
      </w:r>
    </w:p>
    <w:p w14:paraId="79AF0E8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cattttggtg ctggttctga taaaggagtt gcaccaggta cagctgtttt aagacagtgg</w:t>
      </w:r>
    </w:p>
    <w:p w14:paraId="4BCDF1B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ttgcctacgg gtacgctgct tgtcgattca gatcttaatg actttgtctc tgatgcagat</w:t>
      </w:r>
    </w:p>
    <w:p w14:paraId="36BFDA9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tcaactttga ttggtgattg tgcaactgta catacagcta ataaatggga tctcattatt</w:t>
      </w:r>
    </w:p>
    <w:p w14:paraId="7932BC0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agtgatatgt acgaccctaa gactaaaaat gttacaaaag aaaatgactc taaagagggt</w:t>
      </w:r>
    </w:p>
    <w:p w14:paraId="2A63860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tttttcactt acatttgtgg gtttatacaa caaaagctag ctcttggagg ttccgtggct</w:t>
      </w:r>
    </w:p>
    <w:p w14:paraId="471A54C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ataaagataa cagaacattc ttggaatgct gatctttata agctcatggg acacttcgca</w:t>
      </w:r>
    </w:p>
    <w:p w14:paraId="5833F92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tggtggacag cctttgttac taatgtgaat gcgtcatcat ctgaagcatt tttaattgga</w:t>
      </w:r>
    </w:p>
    <w:p w14:paraId="5CEA9F0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tgtaattatc ttggcaaacc acgcgaacaa atagatggtt atgtcatgca tgcaaattac</w:t>
      </w:r>
    </w:p>
    <w:p w14:paraId="2FE43A3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atattttgga ggaatacaaa tccaattcag ttgtcttcct attctttatt tgacatgagt</w:t>
      </w:r>
    </w:p>
    <w:p w14:paraId="619A4C4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aaatttcccc ttaaattaag gggtactgct gttatgtctt taaaagaagg tcaaatcaat</w:t>
      </w:r>
    </w:p>
    <w:p w14:paraId="776D737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gatatgattt tatctcttct tagtaaaggt agacttataa ttagagaaaa caacagagtt</w:t>
      </w:r>
    </w:p>
    <w:p w14:paraId="3CF3B27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21481 gttatttcta gtgatgttct tgttaacaac taaacgaaca atgtttgttt ttcttgtttt</w:t>
      </w:r>
    </w:p>
    <w:p w14:paraId="6C123A0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attgccacta gtttctagtc agtgtgttaa tcttacaacc agaactcaat taccccctgc</w:t>
      </w:r>
    </w:p>
    <w:p w14:paraId="1249CEC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atacactaat tctttcacac gtggtgttta ttaccctgac aaagttttca gatcctcagt</w:t>
      </w:r>
    </w:p>
    <w:p w14:paraId="348D874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tttacattca actcaggact tgttcttacc tttcttttcc aatgttactt ggttccatgc</w:t>
      </w:r>
    </w:p>
    <w:p w14:paraId="348B550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tatctctggg accaatggta ctaagaggtt tgataaccct gtcctaccat ttaatgatgg</w:t>
      </w:r>
    </w:p>
    <w:p w14:paraId="6048F9A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tgtttatttt gcttccattg agaagtctaa cataataaga ggctggattt ttggtactac</w:t>
      </w:r>
    </w:p>
    <w:p w14:paraId="6A9D6F6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tttagattcg aagacccagt ccctacttat tgttaataac gctactaatg ttgttattaa</w:t>
      </w:r>
    </w:p>
    <w:p w14:paraId="34C79B0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agtctgtgaa tttcaatttt gtaatgatcc atttttggac cacaaaaaca acaaaagttg</w:t>
      </w:r>
    </w:p>
    <w:p w14:paraId="689463B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gatggaaagt gagttcagag tttattctag tgcgaataat tgcacttttg aatatgtctc</w:t>
      </w:r>
    </w:p>
    <w:p w14:paraId="1FC2587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tcagcctttt cttatggacc ttgaaggaaa acagggtaat ttcaaaaatc ttagggaatt</w:t>
      </w:r>
    </w:p>
    <w:p w14:paraId="7DC7D5A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tgtgtttaag aatattgatg gttattttaa aatatattct aagcacacgc ctattatagt</w:t>
      </w:r>
    </w:p>
    <w:p w14:paraId="765BF8A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gcgtgagcca gaagatctcc ctcagggttt ttcggcttta gaaccattgg tagatttgcc</w:t>
      </w:r>
    </w:p>
    <w:p w14:paraId="415FE7A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aataggtatt aacatcacta ggtttcaaac tttacttgct ttacatagaa gttatttgac</w:t>
      </w:r>
    </w:p>
    <w:p w14:paraId="1747C82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tcctggtgat tcttcttcag gttggacagc tggtgctgca gcttattatg tgggttatct</w:t>
      </w:r>
    </w:p>
    <w:p w14:paraId="37D6D7D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tcaacctagg acttttctat taaaatataa tgaaaatgga accattacag atgctgtaga</w:t>
      </w:r>
    </w:p>
    <w:p w14:paraId="4822174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ctgtgcactt gaccctctct cagaaacaaa gtgtacgttg aaatccttca ctgtagaaaa</w:t>
      </w:r>
    </w:p>
    <w:p w14:paraId="5EE330D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aggaatctat caaacttcta actttagagt ccaaccaaca gaatctattg ttagatttcc</w:t>
      </w:r>
    </w:p>
    <w:p w14:paraId="4CD6921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taatattaca aacttgtgcc cttttgatga agtttttaac gccaccaaat ttgcatctgt</w:t>
      </w:r>
    </w:p>
    <w:p w14:paraId="5EAF1CD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ttatgcttgg aacaggaaga gaatcagcaa ctgtgttgct gattattctg tcctatataa</w:t>
      </w:r>
    </w:p>
    <w:p w14:paraId="7EF390C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tctcgcacca tttttcactt ttaagtgtta tggagtgtct cctactaaat taaatgatct</w:t>
      </w:r>
    </w:p>
    <w:p w14:paraId="6105B5C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ctgctttact aatgtctatg cagattcatt tgtaattaga ggtgatgaag tcagacaaat</w:t>
      </w:r>
    </w:p>
    <w:p w14:paraId="331B4F7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cgctccaggg caaactggaa atattgctga ttataattat aaattaccag atgattttac</w:t>
      </w:r>
    </w:p>
    <w:p w14:paraId="39C4363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aggctgcgtt atagcttgga attctaacaa gcttgattct aaggttagtg gtaattataa</w:t>
      </w:r>
    </w:p>
    <w:p w14:paraId="376189D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ttacctgtat agattgttta ggaagtctaa tctcaaacct tttgagagag atatttcaac</w:t>
      </w:r>
    </w:p>
    <w:p w14:paraId="33F2DCF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tgaaatctat caggccggta acaaaccttg taatggtgtt gcaggtttta attgttactt</w:t>
      </w:r>
    </w:p>
    <w:p w14:paraId="0713EF5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tcctttacga tcatatagtt tccgacccac ttatggtgtt ggtcaccaac catacagagt</w:t>
      </w:r>
    </w:p>
    <w:p w14:paraId="22D1768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agtagtactt tcttttgaac ttctacatgc accagcaact gtttgtggac ctaaaaagtc</w:t>
      </w:r>
    </w:p>
    <w:p w14:paraId="58BD136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tactaatttg gttaaaaaca aatgtgtcaa tttcaacttc aatggtttaa aaggcacagg</w:t>
      </w:r>
    </w:p>
    <w:p w14:paraId="689E21A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tgttcttact gagtctaaca aaaagtttct gcctttccaa caatttggca gagacattgc</w:t>
      </w:r>
    </w:p>
    <w:p w14:paraId="157D9ED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tgacactact gatgctgtcc gtgatccaca gacacttgag attcttgaca ttacaccatg</w:t>
      </w:r>
    </w:p>
    <w:p w14:paraId="0F44820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ttcttttggt ggtgtcagtg ttataacacc aggaacaaat acttctaacc aggttgctgt</w:t>
      </w:r>
    </w:p>
    <w:p w14:paraId="523CA55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tctttatcag ggtgttaact gcacagaagt ccctgttgct attcatgcag atcaacttac</w:t>
      </w:r>
    </w:p>
    <w:p w14:paraId="7BA035A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tcctacttgg cgtgtttatt ctacaggttc taatgttttt caaacacgtg caggctgttt</w:t>
      </w:r>
    </w:p>
    <w:p w14:paraId="4C36235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aataggggct gaatatgtca acaactcata tgagtgtgac atacccattg gtgcaggtat</w:t>
      </w:r>
    </w:p>
    <w:p w14:paraId="53F700A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atgcgctagt tatcagactc agactaagtc tcatcggcgg gcacgtagtg tagctagtca</w:t>
      </w:r>
    </w:p>
    <w:p w14:paraId="45E0A8A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atccatcatt gcctacacta tgtcacttgg tgcagaaaat tcagttgctt actctaataa</w:t>
      </w:r>
    </w:p>
    <w:p w14:paraId="56B42D3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ctctattgcc atacccacaa attttactat tagtgttacc acagaaattc taccagtgtc</w:t>
      </w:r>
    </w:p>
    <w:p w14:paraId="5938A46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tatgaccaag acatcagtag attgtacaat gtacatttgt ggtgattcaa ctgaatgcag</w:t>
      </w:r>
    </w:p>
    <w:p w14:paraId="6D07C71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caatcttttg ttgcaatatg gcagtttttg tacacaatta aaacgtgctt taactggaat</w:t>
      </w:r>
    </w:p>
    <w:p w14:paraId="5E6D24E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agctgttgaa caagacaaaa acacccaaga agtttttgca caagtcaaac aaatttacaa</w:t>
      </w:r>
    </w:p>
    <w:p w14:paraId="1C2E903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aacaccacca attaaatatt ttggtggttt taatttttca caaatattac cagatccatc</w:t>
      </w:r>
    </w:p>
    <w:p w14:paraId="415F219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aaaaccaagc aagaggtcat ttattgaaga tctacttttc aacaaagtga cacttgcaga</w:t>
      </w:r>
    </w:p>
    <w:p w14:paraId="79994E2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24001 tgctggcttc atcaaacaat atggtgattg ccttggtgat attgctgcta gagacctcat</w:t>
      </w:r>
    </w:p>
    <w:p w14:paraId="0957873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ttgtgcacaa aagtttaaag gccttactgt tttgccacct ttgctcacag atgaaatgat</w:t>
      </w:r>
    </w:p>
    <w:p w14:paraId="7DEAC4B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tgctcaatac acttctgcac tgttagcggg tacaatcact tctggttgga cctttggtgc</w:t>
      </w:r>
    </w:p>
    <w:p w14:paraId="3289466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aggtgctgca ttacaaatac catttgctat gcaaatggct tataggttta atggtattgg</w:t>
      </w:r>
    </w:p>
    <w:p w14:paraId="575E673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agttacacag aatgttctct atgagaacca aaaattgatt gccaaccaat ttaatagtgc</w:t>
      </w:r>
    </w:p>
    <w:p w14:paraId="5BAB3AC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tattggcaaa attcaagact cactttcttc cacagcaagt gcacttggaa aacttcaaga</w:t>
      </w:r>
    </w:p>
    <w:p w14:paraId="52FA667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tgtggtcaac cataatgcac aagctttaaa cacgcttgtt aaacaactta gctccaaatt</w:t>
      </w:r>
    </w:p>
    <w:p w14:paraId="6B39C75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tggtgcaatt tcaagtgttt taaatgatat cttttcacgt cttgacaaag ttgaggctga</w:t>
      </w:r>
    </w:p>
    <w:p w14:paraId="22A0FB7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agtgcaaatt gataggttga tcacaggcag acttcaaagt ttgcagacat atgtgactca</w:t>
      </w:r>
    </w:p>
    <w:p w14:paraId="14DCF51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acaattaatt agagctgcag aaatcagagc ttctgctaat cttgctgcta ctaaaatgtc</w:t>
      </w:r>
    </w:p>
    <w:p w14:paraId="7BB3C89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agagtgtgta cttggacaat caaaaagagt tgatttttgt ggaaagggct atcatcttat</w:t>
      </w:r>
    </w:p>
    <w:p w14:paraId="3B2393D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gtccttccct cagtcagcac ctcatggtgt agtcttcttg catgtgactt atgtccctgc</w:t>
      </w:r>
    </w:p>
    <w:p w14:paraId="5EEB552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acaagaaaag aacttcacaa ctgctcctgc catttgtcat gatggaaaag cacactttcc</w:t>
      </w:r>
    </w:p>
    <w:p w14:paraId="052DAB6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tcgtgaaggt gtctttgttt caaatggcac acactggttt gtaacacaaa ggaattttta</w:t>
      </w:r>
    </w:p>
    <w:p w14:paraId="4415752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tgaaccacaa atcattacta cagacaacac atttgtgtct ggtaactgtg atgttgtaat</w:t>
      </w:r>
    </w:p>
    <w:p w14:paraId="063BE76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aggaattgtc aacaacacag tttatgatcc tttgcaacct gaattagatt cattcaagga</w:t>
      </w:r>
    </w:p>
    <w:p w14:paraId="432947E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ggagttagat aaatatttta agaatcatac atcaccagat gttgatttag gtgacatctc</w:t>
      </w:r>
    </w:p>
    <w:p w14:paraId="21B7B7C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tggcattaat gcttcagttg taaacattca aaaagaaatt gaccgcctca atgaggttgc</w:t>
      </w:r>
    </w:p>
    <w:p w14:paraId="2011AE0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caagaattta aatgaatctc tcatcgatct ccaagaactt ggaaagtatg agcagtatat</w:t>
      </w:r>
    </w:p>
    <w:p w14:paraId="614EE60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aaaatggcca tggtacattt ggctaggttt tatagctggc ttgattgcca tagtaatggt</w:t>
      </w:r>
    </w:p>
    <w:p w14:paraId="2ADAF14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gacaattatg ctttgctgta tgaccagttg ctgtagttgt ctcaagggct gttgttcttg</w:t>
      </w:r>
    </w:p>
    <w:p w14:paraId="2C66479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tggatcctgc tgcaaatttg atgaagacga ctctgagcca gtgctcaaag gagtcaaatt</w:t>
      </w:r>
    </w:p>
    <w:p w14:paraId="6AD56B2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acattacaca taaacgaact tatggatttg tttatgagaa tcttcacaat tggaactgta</w:t>
      </w:r>
    </w:p>
    <w:p w14:paraId="187CCEA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actttgaagc aaggtgaaat caaggatgct actccttcag attttgttcg cgctactgca</w:t>
      </w:r>
    </w:p>
    <w:p w14:paraId="0711811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acgataccga tacaagcctc actccctttc ggatggctta ttgttggcgt tgcacttctt</w:t>
      </w:r>
    </w:p>
    <w:p w14:paraId="45930D3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gctgtttttc agagcgcttc caaaatcata actctcaaaa agagatggca actagcactc</w:t>
      </w:r>
    </w:p>
    <w:p w14:paraId="356E4B4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tccaagggtg ttcactttgt ttgcaacttg ctgttgttgt ttgtaacagt ttactcacac</w:t>
      </w:r>
    </w:p>
    <w:p w14:paraId="634B806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cttttgctcg ttgctgctgg ccttgaagcc ccttttctct atctttatgc tttagtctac</w:t>
      </w:r>
    </w:p>
    <w:p w14:paraId="628A729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ttcttgcaga gtataaactt tgtaagaata ataatgaggc tttggctttg ctggaaatgc</w:t>
      </w:r>
    </w:p>
    <w:p w14:paraId="745B165E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cgttccaaaa acccattact ttatgatgcc aactattttc tttgctggca tactaattgt</w:t>
      </w:r>
    </w:p>
    <w:p w14:paraId="65761C9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tacgactatt gtatacctta caatagtgta acttcttcaa ttgtcattac ttcaggtgat</w:t>
      </w:r>
    </w:p>
    <w:p w14:paraId="7F33C43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ggcacaacaa gtcctatttc tgaacatgac taccagattg gtggttatac tgaaaaatgg</w:t>
      </w:r>
    </w:p>
    <w:p w14:paraId="7FFB596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gaatctggag taaaagactg tgttgtatta cacagttact tcacttcaga ctattaccag</w:t>
      </w:r>
    </w:p>
    <w:p w14:paraId="68A0D18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ctgtactcaa ctcaattgag tacagacact ggtgttgaac atgttacctt cttcatctac</w:t>
      </w:r>
    </w:p>
    <w:p w14:paraId="7C93FD0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aataaaattg ttgatgagcc tgaagaacat gtccaaattc acacaatcga cggttcatcc</w:t>
      </w:r>
    </w:p>
    <w:p w14:paraId="545F5B4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ggagttgtta atccagtaat ggaaccaatt tatgatgaac cgacgacgac tactagcgtg</w:t>
      </w:r>
    </w:p>
    <w:p w14:paraId="693D62F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cctttgtaag cacaagctga tgagtacgaa cttatgtact cattcgtttc ggaagagata</w:t>
      </w:r>
    </w:p>
    <w:p w14:paraId="730ABC6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ggtacgttaa tagttaatag cgtacttctt tttcttgctt tcgtggtatt cttgctagtt</w:t>
      </w:r>
    </w:p>
    <w:p w14:paraId="7DEB96D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acactagcca tccttactgc gcttcgattg tgtgcgtact gctgcaatat tgttaacgtg</w:t>
      </w:r>
    </w:p>
    <w:p w14:paraId="52075A1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agtcttgtaa aaccttcttt ttacgtttac tctcgtgtta aaaatctgaa ttcttctaga</w:t>
      </w:r>
    </w:p>
    <w:p w14:paraId="7F186BB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gttcctgatc ttctggtcta aacgaactaa atattatatt agtttttctg tttggaactt</w:t>
      </w:r>
    </w:p>
    <w:p w14:paraId="66EA18C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taattttagc catggcagat tccaacggta ctattaccgt tgaagagctt aaaaagctcc</w:t>
      </w:r>
    </w:p>
    <w:p w14:paraId="3DC4C84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26521 ttgaagaatg gaacctagta ataggtttcc tattccttac atggatttgt cttctacaat</w:t>
      </w:r>
    </w:p>
    <w:p w14:paraId="41444B0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ttgcctatgc caacaggaat aggtttttgt atataattaa gttaattttc ctctggctgt</w:t>
      </w:r>
    </w:p>
    <w:p w14:paraId="73FEE8F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tatggccagt aactttaact tgttttgtgc ttgctgctgt ttacagaata aattggatca</w:t>
      </w:r>
    </w:p>
    <w:p w14:paraId="153D1A8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ccggtggaat tgctatcgca atggcttgtc ttgtaggctt gatgtggctc agctacttca</w:t>
      </w:r>
    </w:p>
    <w:p w14:paraId="642EDCF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ttgcttcttt cagactgttt gcgcgtacgc gttccatgtg gtcattcaat ccagaaacta</w:t>
      </w:r>
    </w:p>
    <w:p w14:paraId="74DF031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acattcttct caacgtgcca ctccatggca ctattctgac cagaccgctt ctagaaagtg</w:t>
      </w:r>
    </w:p>
    <w:p w14:paraId="2A862E4C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aactcgtaat cggagctgtg atccttcgtg gacatcttcg tattgctgga caccatctag</w:t>
      </w:r>
    </w:p>
    <w:p w14:paraId="78AAE23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gacgctgtga catcaaggac ctgcctaaag aaatcactgt tgctacatca cgaacgcttt</w:t>
      </w:r>
    </w:p>
    <w:p w14:paraId="4EB5323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cttattacaa attgggagct tcgcagcgtg tagcaggtga ctcaggtttt gctgcataca</w:t>
      </w:r>
    </w:p>
    <w:p w14:paraId="1853765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gtcgctacag gattggcaac tataaattaa acacagacca ttccagtagc agtgacaata</w:t>
      </w:r>
    </w:p>
    <w:p w14:paraId="54EEC63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ttgctttgct tgtacagtaa gtgacaacag atgtttcatc tcgttgactt tcaggttact</w:t>
      </w:r>
    </w:p>
    <w:p w14:paraId="6736D5B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atagcagaga tattactaat tattatgcgg acttttaaag tttccatttg gaatcttgat</w:t>
      </w:r>
    </w:p>
    <w:p w14:paraId="3DB1ADF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tacatcataa acctcataat taaaaattta tctaagtcac taactgagaa taaatattct</w:t>
      </w:r>
    </w:p>
    <w:p w14:paraId="646C9AF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caattagatg aagagcaacc aatggagatt gattaaacga acatgaaaat tattcttttc</w:t>
      </w:r>
    </w:p>
    <w:p w14:paraId="3581468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ttggcactga taacactcgc tacttgtgag ctttatcact accaagagtg tgttagaggt</w:t>
      </w:r>
    </w:p>
    <w:p w14:paraId="3B7B724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acaacagtac ttttaaaaga accttgctct tctggaacat acgagggcaa ttcaccattt</w:t>
      </w:r>
    </w:p>
    <w:p w14:paraId="09DAC67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catcctctag ctgataacaa atttgcactg acttgcttta gcactcaatt tgcttttgct</w:t>
      </w:r>
    </w:p>
    <w:p w14:paraId="28FD5698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tgtcctgacg gcgtaaaaca cgtctatcag ttacgtgcca gatcagtttc acctaaactg</w:t>
      </w:r>
    </w:p>
    <w:p w14:paraId="19EFCD0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ttcatcagac aagaggaagt tcaagaactt tactctccaa tttttcttat tgttgcggca</w:t>
      </w:r>
    </w:p>
    <w:p w14:paraId="1F98534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atagtgttta taacactttg cttcacactc aaaagaaaga cagaatgatt gaactttcat</w:t>
      </w:r>
    </w:p>
    <w:p w14:paraId="31C0130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taattgactt ctatttgtgc tttttagcct ttctgttatt ccttgtttta attatgctta</w:t>
      </w:r>
    </w:p>
    <w:p w14:paraId="30A5CE0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ttatcttttg gttctcactt gaactgcaag atcataatga aacttgtcac gcctaaacga</w:t>
      </w:r>
    </w:p>
    <w:p w14:paraId="63DDB30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acatgaaatt tcttgttttc ttaggaatca tcacaactgt agctgcattt caccaagaat</w:t>
      </w:r>
    </w:p>
    <w:p w14:paraId="4B297D7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gtagtttaca gtcatgtact caacatcaac catatgtagt tgatgacccg tgtcctattc</w:t>
      </w:r>
    </w:p>
    <w:p w14:paraId="11BE1B7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acttctattc taaatggtat attagagtag gagctagaaa atcagcacct ttaattgaat</w:t>
      </w:r>
    </w:p>
    <w:p w14:paraId="4531502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tgtgcgtgga tgaggctggt tctaaatcac ccattcagta catcgatatc ggtaattata</w:t>
      </w:r>
    </w:p>
    <w:p w14:paraId="0FDD5F96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cagtttcctg tttacctttt acaattaatt gccaggaacc taaattgggt agtcttgtag</w:t>
      </w:r>
    </w:p>
    <w:p w14:paraId="3AA8A86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tgcgttgttc gttctatgaa gactttttag agtatcatga cgttcgtgtt gttttagatt</w:t>
      </w:r>
    </w:p>
    <w:p w14:paraId="73523A82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tcatctaaac gaacaaactt aaatgtctga taatggaccc caaaatcagc gaaatgcact</w:t>
      </w:r>
    </w:p>
    <w:p w14:paraId="349B700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ccgcattacg tttggtggac cctcagattc aactggcagt aaccagaatg gtggggcgcg</w:t>
      </w:r>
    </w:p>
    <w:p w14:paraId="4A26B96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atcaaaacaa cgtcggcccc aaggtttacc caataatact gcgtcttggt tcaccgctct</w:t>
      </w:r>
    </w:p>
    <w:p w14:paraId="4AA388F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cactcaacat ggcaaggaag accttaaatt ccctcgagga caaggcgttc caattaacac</w:t>
      </w:r>
    </w:p>
    <w:p w14:paraId="7ECA892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caatagcagt ccagatgacc aaattggcta ctaccgaaga gctaccagac gaattcgtgg</w:t>
      </w:r>
    </w:p>
    <w:p w14:paraId="3AFC8F0F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tggtgacggt aaaatgaaag atctcagtcc aagatggtat ttctactacc taggaactgg</w:t>
      </w:r>
    </w:p>
    <w:p w14:paraId="06090FE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gccagaagct ggacttccct atggtgctaa caaagacggc atcatatggg ttgcaactga</w:t>
      </w:r>
    </w:p>
    <w:p w14:paraId="24B33E5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gggagccttg aatacaccaa aagatcacat tggcacccgc aatcctgcta acaatgctgc</w:t>
      </w:r>
    </w:p>
    <w:p w14:paraId="0B6BAFB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aatcgtgcta caacttcctc aaggaacaac attgccaaaa ggcttctacg cagaagggag</w:t>
      </w:r>
    </w:p>
    <w:p w14:paraId="3D4152C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cagaggcggc agtcaagcct cttctcgttc ctcatcacgt agtcgcaaca gttcaagaaa</w:t>
      </w:r>
    </w:p>
    <w:p w14:paraId="0E117ED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ttcaactcca ggcagcagta aacgaacttc tcctgctaga atggctggca atggcggtga</w:t>
      </w:r>
    </w:p>
    <w:p w14:paraId="503B390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tgctgctctt gctttgctgc tgcttgacag attgaaccag cttgagagca aaatgtctgg</w:t>
      </w:r>
    </w:p>
    <w:p w14:paraId="0B0762E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taaaggccaa caacaacaag gccaaactgt cactaagaaa tctgctgctg aggcttctaa</w:t>
      </w:r>
    </w:p>
    <w:p w14:paraId="356971C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gaagcctcgg caaaaacgta ctgccactaa agcatacaat gtaacacaag ctttcggcag</w:t>
      </w:r>
    </w:p>
    <w:p w14:paraId="293F054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29041 acgtggtcca gaacaaaccc aaggaaattt tggggaccag gaactaatca gacaaggaac</w:t>
      </w:r>
    </w:p>
    <w:p w14:paraId="71B99BA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tgattacaaa cattggccgc aaattgcaca atttgccccc agcgcttcag cgttcttcgg</w:t>
      </w:r>
    </w:p>
    <w:p w14:paraId="7894437B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aatgtcgcgc attggcatgg aagtcacacc ttcgggaacg tggttgacct acacaggtgc</w:t>
      </w:r>
    </w:p>
    <w:p w14:paraId="6AEDB759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catcaaattg gatgacaaag atccaaattt caaagatcaa gtcattttgc tgaataagca</w:t>
      </w:r>
    </w:p>
    <w:p w14:paraId="3C9FC04D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tattgacgca tacaaaacat tcccaccaac agagcctaaa aaggacaaaa agaagaaggc</w:t>
      </w:r>
    </w:p>
    <w:p w14:paraId="57A1244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tgatgaaact caagccttac cgcagagaca gaagaaacag caaactgtga ctcttcttcc</w:t>
      </w:r>
    </w:p>
    <w:p w14:paraId="5BF8F375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tgctgcagat ttggatgatt tctccaaaca attgcaacaa tccatgagca gtgctgactc</w:t>
      </w:r>
    </w:p>
    <w:p w14:paraId="78A0B687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aactcaggcc taaactcatg cagaccacac aaggcagatg ggctatataa acgttttcgc</w:t>
      </w:r>
    </w:p>
    <w:p w14:paraId="48874FE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ttttccgttt acgatatata gtctactctt gtgcagaatg aattctcgta actacatagc</w:t>
      </w:r>
    </w:p>
    <w:p w14:paraId="0A1047E1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acaagtagat gtagttaact ttaatctcac atagcaatct ttaatcagtg tgtaacatta</w:t>
      </w:r>
    </w:p>
    <w:p w14:paraId="2DA22DC0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gggaggactt gaaagagcca ccacattttc accgaggcca cgcggagtac gatcgagtgt</w:t>
      </w:r>
    </w:p>
    <w:p w14:paraId="41C1DC44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acagtgaaca atgctaggga gagctgccta tatggaagag ccctaatgtg taaaattaat</w:t>
      </w:r>
    </w:p>
    <w:p w14:paraId="452BFB6A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tttagtagtg ctatccccat gtgattttaa tagcttcttn nnnnaa</w:t>
      </w:r>
    </w:p>
    <w:p w14:paraId="4358DBC3" w14:textId="77777777" w:rsidR="001662A6" w:rsidRPr="001662A6" w:rsidRDefault="001662A6" w:rsidP="001662A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62A6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4152BB6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2A6"/>
    <w:rsid w:val="00027553"/>
    <w:rsid w:val="0004370C"/>
    <w:rsid w:val="000A1613"/>
    <w:rsid w:val="000A2341"/>
    <w:rsid w:val="00145305"/>
    <w:rsid w:val="001662A6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6EC6A9"/>
  <w15:chartTrackingRefBased/>
  <w15:docId w15:val="{5B00F02D-DEB6-0648-88DF-922E9FE45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5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3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6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22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5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43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265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968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10802</Words>
  <Characters>61576</Characters>
  <Application>Microsoft Office Word</Application>
  <DocSecurity>0</DocSecurity>
  <Lines>513</Lines>
  <Paragraphs>144</Paragraphs>
  <ScaleCrop>false</ScaleCrop>
  <Company/>
  <LinksUpToDate>false</LinksUpToDate>
  <CharactersWithSpaces>72234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2023-02-03T11:36:00Z</dcterms:created>
  <dcterms:modified xsi:type="dcterms:W3CDTF">2023-02-03T11:36:00Z</dcterms:modified>
</cp:coreProperties>
</file>